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7EA5A57B" w14:textId="77777777" w:rsidTr="00620DC7">
        <w:trPr>
          <w:trHeight w:val="1418"/>
        </w:trPr>
        <w:tc>
          <w:tcPr>
            <w:tcW w:w="6350" w:type="dxa"/>
          </w:tcPr>
          <w:p w14:paraId="5FCD60E6" w14:textId="1A659AD1" w:rsidR="00D40650" w:rsidRPr="009A0101" w:rsidRDefault="003B58A8" w:rsidP="00DF44DF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722" w:type="dxa"/>
          </w:tcPr>
          <w:p w14:paraId="794239ED" w14:textId="77777777" w:rsidR="00E12D57" w:rsidRDefault="00E12D57" w:rsidP="00943834">
            <w:pPr>
              <w:pStyle w:val="AK"/>
              <w:rPr>
                <w:bCs w:val="0"/>
                <w:noProof/>
                <w:color w:val="000000"/>
              </w:rPr>
            </w:pPr>
          </w:p>
          <w:p w14:paraId="505B4599" w14:textId="77777777" w:rsidR="00E12D57" w:rsidRDefault="00E12D57" w:rsidP="00943834">
            <w:pPr>
              <w:pStyle w:val="AK"/>
              <w:rPr>
                <w:bCs w:val="0"/>
                <w:noProof/>
                <w:color w:val="000000"/>
              </w:rPr>
            </w:pPr>
          </w:p>
          <w:p w14:paraId="0357DFBA" w14:textId="77777777" w:rsidR="00E12D57" w:rsidRDefault="00E12D57" w:rsidP="00943834">
            <w:pPr>
              <w:pStyle w:val="AK"/>
              <w:rPr>
                <w:bCs w:val="0"/>
                <w:noProof/>
                <w:color w:val="000000"/>
              </w:rPr>
            </w:pPr>
          </w:p>
          <w:p w14:paraId="312C8329" w14:textId="77777777" w:rsidR="00E12D57" w:rsidRDefault="00E12D57" w:rsidP="00943834">
            <w:pPr>
              <w:pStyle w:val="AK"/>
              <w:rPr>
                <w:bCs w:val="0"/>
                <w:noProof/>
                <w:color w:val="000000"/>
              </w:rPr>
            </w:pPr>
          </w:p>
          <w:p w14:paraId="650B5415" w14:textId="4C2F864B" w:rsidR="00BC1A62" w:rsidRPr="009A0101" w:rsidRDefault="00E12D57" w:rsidP="00943834">
            <w:pPr>
              <w:pStyle w:val="AK"/>
              <w:rPr>
                <w:sz w:val="24"/>
                <w:szCs w:val="24"/>
              </w:rPr>
            </w:pPr>
            <w:r w:rsidRPr="00E12D57">
              <w:rPr>
                <w:noProof/>
                <w:color w:val="000000"/>
                <w:sz w:val="24"/>
                <w:szCs w:val="24"/>
              </w:rPr>
              <w:t xml:space="preserve">Meie  </w:t>
            </w:r>
            <w:r w:rsidR="00677C4F">
              <w:rPr>
                <w:noProof/>
                <w:color w:val="000000"/>
                <w:sz w:val="24"/>
                <w:szCs w:val="24"/>
              </w:rPr>
              <w:t>18</w:t>
            </w:r>
            <w:r w:rsidRPr="00E12D57">
              <w:rPr>
                <w:noProof/>
                <w:color w:val="000000"/>
                <w:sz w:val="24"/>
                <w:szCs w:val="24"/>
              </w:rPr>
              <w:t xml:space="preserve">.12.2025 </w:t>
            </w:r>
          </w:p>
        </w:tc>
      </w:tr>
    </w:tbl>
    <w:p w14:paraId="77402873" w14:textId="3706C44D" w:rsidR="00424ECA" w:rsidRPr="00AB3240" w:rsidRDefault="00677C4F" w:rsidP="00424ECA">
      <w:pPr>
        <w:spacing w:line="240" w:lineRule="auto"/>
        <w:rPr>
          <w:bCs/>
          <w:noProof/>
        </w:rPr>
      </w:pPr>
      <w:r>
        <w:t>Transpordiamet</w:t>
      </w:r>
      <w:r w:rsidR="008B22DE">
        <w:tab/>
      </w:r>
      <w:r w:rsidR="00CB1569">
        <w:tab/>
      </w:r>
      <w:r w:rsidR="00A94182">
        <w:tab/>
      </w:r>
      <w:r w:rsidR="00A94182">
        <w:tab/>
      </w:r>
    </w:p>
    <w:p w14:paraId="48F09ACF" w14:textId="093450A7" w:rsidR="00945273" w:rsidRDefault="00424ECA" w:rsidP="00945273">
      <w:pPr>
        <w:pStyle w:val="Default"/>
      </w:pPr>
      <w:r w:rsidRPr="006B4DBF">
        <w:rPr>
          <w:color w:val="auto"/>
        </w:rPr>
        <w:t>e-pos</w:t>
      </w:r>
      <w:r w:rsidR="00233012" w:rsidRPr="00233012">
        <w:t>t:</w:t>
      </w:r>
      <w:r w:rsidR="00220F6A" w:rsidRPr="00220F6A">
        <w:t xml:space="preserve"> </w:t>
      </w:r>
      <w:r w:rsidR="00677C4F">
        <w:t>Toomas.magus@transpordiamet.ee</w:t>
      </w:r>
      <w:r w:rsidR="000659A3">
        <w:t xml:space="preserve"> </w:t>
      </w:r>
    </w:p>
    <w:p w14:paraId="57709887" w14:textId="77777777" w:rsidR="005C22FD" w:rsidRDefault="005C22FD" w:rsidP="00DC7754">
      <w:pPr>
        <w:spacing w:line="240" w:lineRule="auto"/>
        <w:ind w:right="-1"/>
      </w:pPr>
    </w:p>
    <w:p w14:paraId="49C5A48C" w14:textId="77777777" w:rsidR="00551940" w:rsidRPr="006B4DBF" w:rsidRDefault="00551940" w:rsidP="00DC7754">
      <w:pPr>
        <w:spacing w:line="240" w:lineRule="auto"/>
        <w:ind w:right="-1"/>
        <w:rPr>
          <w:noProof/>
        </w:rPr>
      </w:pPr>
    </w:p>
    <w:p w14:paraId="76539726" w14:textId="77777777" w:rsidR="00E12D57" w:rsidRDefault="00E12D57" w:rsidP="00EC1D68">
      <w:pPr>
        <w:spacing w:line="240" w:lineRule="auto"/>
        <w:ind w:right="-285"/>
        <w:rPr>
          <w:b/>
        </w:rPr>
      </w:pPr>
    </w:p>
    <w:p w14:paraId="00571C8F" w14:textId="68725ABD" w:rsidR="00677C4F" w:rsidRPr="00677C4F" w:rsidRDefault="00677C4F" w:rsidP="00677C4F">
      <w:pPr>
        <w:widowControl/>
        <w:suppressAutoHyphens w:val="0"/>
        <w:spacing w:line="240" w:lineRule="auto"/>
        <w:jc w:val="left"/>
        <w:rPr>
          <w:b/>
          <w:i/>
          <w:iCs/>
        </w:rPr>
      </w:pPr>
      <w:r>
        <w:rPr>
          <w:b/>
          <w:i/>
          <w:iCs/>
        </w:rPr>
        <w:t>A</w:t>
      </w:r>
      <w:r w:rsidRPr="00677C4F">
        <w:rPr>
          <w:b/>
          <w:i/>
          <w:iCs/>
        </w:rPr>
        <w:t>valdus garantiiaegse tagatise tagasikandmiseks</w:t>
      </w:r>
    </w:p>
    <w:p w14:paraId="5C0FD772" w14:textId="0CD1136B" w:rsidR="002433FB" w:rsidRPr="000E04AA" w:rsidRDefault="002433FB" w:rsidP="00A660C5">
      <w:pPr>
        <w:pStyle w:val="NoSpacing"/>
      </w:pPr>
    </w:p>
    <w:p w14:paraId="385FEEC5" w14:textId="77777777" w:rsidR="00677C4F" w:rsidRPr="00677C4F" w:rsidRDefault="00677C4F" w:rsidP="00677C4F">
      <w:pPr>
        <w:widowControl/>
        <w:suppressAutoHyphens w:val="0"/>
        <w:spacing w:line="240" w:lineRule="auto"/>
        <w:jc w:val="left"/>
        <w:rPr>
          <w:rFonts w:cs="Mangal"/>
          <w:szCs w:val="21"/>
        </w:rPr>
      </w:pPr>
      <w:r w:rsidRPr="00677C4F">
        <w:rPr>
          <w:rFonts w:cs="Mangal"/>
          <w:szCs w:val="21"/>
        </w:rPr>
        <w:t>Seoses meievahelise lepingu nr 1-9/20/1888-1 järgse garantiiaja lõppemisega 15.12.2025.a. palun kanda objekti Valjala aleviku rekonstrueerimise tagatisraha summas 21 390,70 eurot OÜ Klotoid arveldusarvele EE721010022031778007.</w:t>
      </w:r>
    </w:p>
    <w:p w14:paraId="5357C12D" w14:textId="77777777" w:rsidR="00677C4F" w:rsidRPr="00677C4F" w:rsidRDefault="00677C4F" w:rsidP="00677C4F">
      <w:pPr>
        <w:widowControl/>
        <w:suppressAutoHyphens w:val="0"/>
        <w:spacing w:line="240" w:lineRule="auto"/>
        <w:jc w:val="left"/>
        <w:rPr>
          <w:rFonts w:cs="Mangal"/>
          <w:szCs w:val="21"/>
        </w:rPr>
      </w:pPr>
      <w:r w:rsidRPr="00677C4F">
        <w:rPr>
          <w:rFonts w:cs="Mangal"/>
          <w:szCs w:val="21"/>
        </w:rPr>
        <w:t>Kinnitame, et kõik garantiiajaga seotud kohustused on täidetud ning puuduvad garantiijuhtumid või pretensioonid, mis takistaksid tagatise tagastamist.</w:t>
      </w:r>
    </w:p>
    <w:p w14:paraId="50C56100" w14:textId="77777777" w:rsidR="00A653B9" w:rsidRPr="005C58C4" w:rsidRDefault="00A653B9" w:rsidP="00A660C5">
      <w:pPr>
        <w:pStyle w:val="NoSpacing"/>
      </w:pPr>
    </w:p>
    <w:p w14:paraId="4C52EE48" w14:textId="4755E1C8" w:rsidR="000C52EC" w:rsidRPr="002433FB" w:rsidRDefault="000C52EC" w:rsidP="00A660C5">
      <w:pPr>
        <w:pStyle w:val="NoSpacing"/>
        <w:rPr>
          <w:szCs w:val="24"/>
        </w:rPr>
      </w:pPr>
    </w:p>
    <w:p w14:paraId="2AAF8D82" w14:textId="77777777" w:rsidR="00E01CCF" w:rsidRDefault="00E01CCF" w:rsidP="00A660C5">
      <w:pPr>
        <w:pStyle w:val="NoSpacing"/>
        <w:rPr>
          <w:szCs w:val="24"/>
        </w:rPr>
      </w:pPr>
    </w:p>
    <w:p w14:paraId="11869471" w14:textId="77777777" w:rsidR="00E01CCF" w:rsidRDefault="00E01CCF" w:rsidP="00A660C5">
      <w:pPr>
        <w:pStyle w:val="NoSpacing"/>
        <w:rPr>
          <w:szCs w:val="24"/>
        </w:rPr>
      </w:pPr>
    </w:p>
    <w:p w14:paraId="59F89CD0" w14:textId="77777777" w:rsidR="001E5C74" w:rsidRPr="006B4DBF" w:rsidRDefault="001E5C74" w:rsidP="00A660C5">
      <w:pPr>
        <w:pStyle w:val="NoSpacing"/>
        <w:rPr>
          <w:szCs w:val="24"/>
        </w:rPr>
      </w:pPr>
    </w:p>
    <w:p w14:paraId="350C6516" w14:textId="22DE3329" w:rsidR="00E659DD" w:rsidRPr="002F373C" w:rsidRDefault="00E659DD" w:rsidP="00A660C5">
      <w:pPr>
        <w:pStyle w:val="NoSpacing"/>
        <w:rPr>
          <w:szCs w:val="24"/>
        </w:rPr>
      </w:pPr>
    </w:p>
    <w:p w14:paraId="26035F15" w14:textId="0D878C2D" w:rsidR="00BB6DD9" w:rsidRDefault="00BB6DD9" w:rsidP="003E7DBB">
      <w:pPr>
        <w:pStyle w:val="Default"/>
        <w:ind w:left="1425" w:hanging="1425"/>
      </w:pPr>
    </w:p>
    <w:p w14:paraId="3D8AF691" w14:textId="77777777" w:rsidR="007A34E6" w:rsidRDefault="007A34E6" w:rsidP="00AB3240">
      <w:pPr>
        <w:pStyle w:val="NoSpacing"/>
        <w:rPr>
          <w:rFonts w:cs="Times New Roman"/>
          <w:szCs w:val="24"/>
        </w:rPr>
      </w:pPr>
    </w:p>
    <w:p w14:paraId="7BEF39C0" w14:textId="59917BB3" w:rsidR="00496433" w:rsidRDefault="00200BE3" w:rsidP="00AB32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Madis Lepp</w:t>
      </w:r>
    </w:p>
    <w:p w14:paraId="5C9B2025" w14:textId="0EAE20C5" w:rsidR="00200BE3" w:rsidRDefault="00200BE3" w:rsidP="00AB32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Klotoid Oü</w:t>
      </w:r>
    </w:p>
    <w:p w14:paraId="32B0C6FB" w14:textId="51CD3E1F" w:rsidR="00200BE3" w:rsidRDefault="00200BE3" w:rsidP="00AB32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Juhatuse liige</w:t>
      </w:r>
    </w:p>
    <w:p w14:paraId="3E3899A3" w14:textId="56E2EF68" w:rsidR="00545963" w:rsidRDefault="00200BE3" w:rsidP="00AB3240">
      <w:pPr>
        <w:pStyle w:val="NoSpacing"/>
      </w:pPr>
      <w:hyperlink r:id="rId11" w:history="1">
        <w:r>
          <w:rPr>
            <w:rStyle w:val="Hyperlink"/>
            <w:rFonts w:cs="Times New Roman"/>
            <w:szCs w:val="24"/>
          </w:rPr>
          <w:t>madis@klotoid.ee</w:t>
        </w:r>
      </w:hyperlink>
    </w:p>
    <w:p w14:paraId="5EDD3958" w14:textId="77777777" w:rsidR="00200BE3" w:rsidRDefault="00200BE3" w:rsidP="00AB3240">
      <w:pPr>
        <w:pStyle w:val="NoSpacing"/>
      </w:pPr>
    </w:p>
    <w:p w14:paraId="28532AA3" w14:textId="6065029A" w:rsidR="00200BE3" w:rsidRPr="00AB3240" w:rsidRDefault="00200BE3" w:rsidP="00AB3240">
      <w:pPr>
        <w:pStyle w:val="NoSpacing"/>
        <w:rPr>
          <w:rStyle w:val="Hyperlink"/>
          <w:rFonts w:cs="Times New Roman"/>
          <w:color w:val="auto"/>
          <w:szCs w:val="24"/>
          <w:u w:val="none"/>
        </w:rPr>
      </w:pPr>
      <w:r>
        <w:t>allkirjast</w:t>
      </w:r>
      <w:r w:rsidR="003A3142">
        <w:t>atud digitaalselt</w:t>
      </w:r>
    </w:p>
    <w:sectPr w:rsidR="00200BE3" w:rsidRPr="00AB3240" w:rsidSect="0027491D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907" w:right="1021" w:bottom="1276" w:left="1531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AC298" w14:textId="77777777" w:rsidR="009F080C" w:rsidRDefault="009F080C" w:rsidP="00DF44DF">
      <w:r>
        <w:separator/>
      </w:r>
    </w:p>
  </w:endnote>
  <w:endnote w:type="continuationSeparator" w:id="0">
    <w:p w14:paraId="177A258E" w14:textId="77777777" w:rsidR="009F080C" w:rsidRDefault="009F080C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9A056" w14:textId="612AD01C" w:rsidR="00AE3DC3" w:rsidRDefault="00AE3DC3" w:rsidP="007056E1">
    <w:pPr>
      <w:pStyle w:val="Jalus1"/>
    </w:pPr>
  </w:p>
  <w:p w14:paraId="12869EF9" w14:textId="77777777" w:rsidR="009A1730" w:rsidRPr="00AD2EA7" w:rsidRDefault="009A1730" w:rsidP="007056E1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B838B" w14:textId="77777777" w:rsidR="009F080C" w:rsidRDefault="009F080C" w:rsidP="00DF44DF">
      <w:r>
        <w:separator/>
      </w:r>
    </w:p>
  </w:footnote>
  <w:footnote w:type="continuationSeparator" w:id="0">
    <w:p w14:paraId="0F267529" w14:textId="77777777" w:rsidR="009F080C" w:rsidRDefault="009F080C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2F29D" w14:textId="77777777" w:rsidR="0068506A" w:rsidRDefault="006850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820BA" w14:textId="77777777" w:rsidR="0068506A" w:rsidRDefault="006850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BD866" w14:textId="77777777" w:rsidR="0068506A" w:rsidRDefault="006850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7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00A6"/>
    <w:rsid w:val="00000FFE"/>
    <w:rsid w:val="00001E10"/>
    <w:rsid w:val="000026B6"/>
    <w:rsid w:val="00002F7D"/>
    <w:rsid w:val="00005733"/>
    <w:rsid w:val="00005BCB"/>
    <w:rsid w:val="000063DC"/>
    <w:rsid w:val="00006632"/>
    <w:rsid w:val="000114BD"/>
    <w:rsid w:val="00011ED9"/>
    <w:rsid w:val="000157BF"/>
    <w:rsid w:val="00015CC0"/>
    <w:rsid w:val="00016703"/>
    <w:rsid w:val="00017B35"/>
    <w:rsid w:val="0002092E"/>
    <w:rsid w:val="00021178"/>
    <w:rsid w:val="00021ED2"/>
    <w:rsid w:val="00022E2C"/>
    <w:rsid w:val="0002385B"/>
    <w:rsid w:val="00024CA7"/>
    <w:rsid w:val="00025129"/>
    <w:rsid w:val="0002525C"/>
    <w:rsid w:val="00025B9D"/>
    <w:rsid w:val="00030DF4"/>
    <w:rsid w:val="00033EA3"/>
    <w:rsid w:val="00035828"/>
    <w:rsid w:val="000377A8"/>
    <w:rsid w:val="00040EDF"/>
    <w:rsid w:val="000426A2"/>
    <w:rsid w:val="000438DD"/>
    <w:rsid w:val="00044D0B"/>
    <w:rsid w:val="00045290"/>
    <w:rsid w:val="00046164"/>
    <w:rsid w:val="000476A1"/>
    <w:rsid w:val="00050F44"/>
    <w:rsid w:val="00050F6E"/>
    <w:rsid w:val="00051C81"/>
    <w:rsid w:val="0005259F"/>
    <w:rsid w:val="00052B89"/>
    <w:rsid w:val="0005385C"/>
    <w:rsid w:val="000555F6"/>
    <w:rsid w:val="000559B0"/>
    <w:rsid w:val="00055A1D"/>
    <w:rsid w:val="00056FFA"/>
    <w:rsid w:val="00060947"/>
    <w:rsid w:val="000616B3"/>
    <w:rsid w:val="00063A54"/>
    <w:rsid w:val="000656EC"/>
    <w:rsid w:val="000659A3"/>
    <w:rsid w:val="00066645"/>
    <w:rsid w:val="000666E2"/>
    <w:rsid w:val="000668C0"/>
    <w:rsid w:val="000673CE"/>
    <w:rsid w:val="00067ACA"/>
    <w:rsid w:val="00070FBC"/>
    <w:rsid w:val="0007186E"/>
    <w:rsid w:val="00072715"/>
    <w:rsid w:val="000731A1"/>
    <w:rsid w:val="0007352B"/>
    <w:rsid w:val="00073A0E"/>
    <w:rsid w:val="00073FF3"/>
    <w:rsid w:val="00074B60"/>
    <w:rsid w:val="00080804"/>
    <w:rsid w:val="00081594"/>
    <w:rsid w:val="000826DD"/>
    <w:rsid w:val="00084282"/>
    <w:rsid w:val="00084427"/>
    <w:rsid w:val="0008444C"/>
    <w:rsid w:val="00084458"/>
    <w:rsid w:val="00085D37"/>
    <w:rsid w:val="00086747"/>
    <w:rsid w:val="00086D37"/>
    <w:rsid w:val="00086DE6"/>
    <w:rsid w:val="0008792B"/>
    <w:rsid w:val="000900E1"/>
    <w:rsid w:val="0009103B"/>
    <w:rsid w:val="000911F8"/>
    <w:rsid w:val="000913FC"/>
    <w:rsid w:val="0009209D"/>
    <w:rsid w:val="00092C00"/>
    <w:rsid w:val="00093000"/>
    <w:rsid w:val="00095A73"/>
    <w:rsid w:val="00095FBE"/>
    <w:rsid w:val="00097AD3"/>
    <w:rsid w:val="000A17B5"/>
    <w:rsid w:val="000A1EDA"/>
    <w:rsid w:val="000A2FC5"/>
    <w:rsid w:val="000A3272"/>
    <w:rsid w:val="000A517F"/>
    <w:rsid w:val="000A538E"/>
    <w:rsid w:val="000A6E20"/>
    <w:rsid w:val="000A6FBE"/>
    <w:rsid w:val="000A7439"/>
    <w:rsid w:val="000A74A4"/>
    <w:rsid w:val="000B1BA3"/>
    <w:rsid w:val="000B31FB"/>
    <w:rsid w:val="000B3B70"/>
    <w:rsid w:val="000B4736"/>
    <w:rsid w:val="000B53E5"/>
    <w:rsid w:val="000B58FA"/>
    <w:rsid w:val="000B7698"/>
    <w:rsid w:val="000C156A"/>
    <w:rsid w:val="000C16B6"/>
    <w:rsid w:val="000C1F5B"/>
    <w:rsid w:val="000C4340"/>
    <w:rsid w:val="000C52EC"/>
    <w:rsid w:val="000C551D"/>
    <w:rsid w:val="000C5AE0"/>
    <w:rsid w:val="000C6133"/>
    <w:rsid w:val="000C62A9"/>
    <w:rsid w:val="000C7530"/>
    <w:rsid w:val="000C7847"/>
    <w:rsid w:val="000D157E"/>
    <w:rsid w:val="000D33FF"/>
    <w:rsid w:val="000D384E"/>
    <w:rsid w:val="000D4F9E"/>
    <w:rsid w:val="000D5264"/>
    <w:rsid w:val="000D561F"/>
    <w:rsid w:val="000E04AA"/>
    <w:rsid w:val="000E082E"/>
    <w:rsid w:val="000E226E"/>
    <w:rsid w:val="000E2447"/>
    <w:rsid w:val="000E39A1"/>
    <w:rsid w:val="000E4821"/>
    <w:rsid w:val="000E4907"/>
    <w:rsid w:val="000E67D5"/>
    <w:rsid w:val="000E6FF6"/>
    <w:rsid w:val="000F08A8"/>
    <w:rsid w:val="000F29F7"/>
    <w:rsid w:val="000F4348"/>
    <w:rsid w:val="000F5C85"/>
    <w:rsid w:val="000F6840"/>
    <w:rsid w:val="001012FD"/>
    <w:rsid w:val="0010166A"/>
    <w:rsid w:val="00101849"/>
    <w:rsid w:val="00102D60"/>
    <w:rsid w:val="001041AC"/>
    <w:rsid w:val="001145A3"/>
    <w:rsid w:val="0011484B"/>
    <w:rsid w:val="00114B22"/>
    <w:rsid w:val="001160A5"/>
    <w:rsid w:val="00117F20"/>
    <w:rsid w:val="00120BA0"/>
    <w:rsid w:val="00121405"/>
    <w:rsid w:val="00121664"/>
    <w:rsid w:val="00122B11"/>
    <w:rsid w:val="00122EA4"/>
    <w:rsid w:val="00123AA9"/>
    <w:rsid w:val="00124197"/>
    <w:rsid w:val="00124999"/>
    <w:rsid w:val="0012533B"/>
    <w:rsid w:val="001253CF"/>
    <w:rsid w:val="0012579C"/>
    <w:rsid w:val="00125CB1"/>
    <w:rsid w:val="00132163"/>
    <w:rsid w:val="00132FA4"/>
    <w:rsid w:val="00133D79"/>
    <w:rsid w:val="0013466B"/>
    <w:rsid w:val="00135985"/>
    <w:rsid w:val="0013675D"/>
    <w:rsid w:val="00136A77"/>
    <w:rsid w:val="00137C96"/>
    <w:rsid w:val="00141236"/>
    <w:rsid w:val="001446C3"/>
    <w:rsid w:val="00145A5A"/>
    <w:rsid w:val="001476DB"/>
    <w:rsid w:val="001512AE"/>
    <w:rsid w:val="0015130A"/>
    <w:rsid w:val="001523BD"/>
    <w:rsid w:val="00152966"/>
    <w:rsid w:val="00153063"/>
    <w:rsid w:val="00153357"/>
    <w:rsid w:val="00153687"/>
    <w:rsid w:val="001537CE"/>
    <w:rsid w:val="00153B92"/>
    <w:rsid w:val="001549B1"/>
    <w:rsid w:val="00156AAC"/>
    <w:rsid w:val="00156F04"/>
    <w:rsid w:val="00157D52"/>
    <w:rsid w:val="00163532"/>
    <w:rsid w:val="0016457E"/>
    <w:rsid w:val="00164B68"/>
    <w:rsid w:val="001667FC"/>
    <w:rsid w:val="001670A9"/>
    <w:rsid w:val="00167C61"/>
    <w:rsid w:val="00167E3E"/>
    <w:rsid w:val="00170BBA"/>
    <w:rsid w:val="00172FD7"/>
    <w:rsid w:val="00175066"/>
    <w:rsid w:val="001750B2"/>
    <w:rsid w:val="0017590A"/>
    <w:rsid w:val="001764D8"/>
    <w:rsid w:val="0017787B"/>
    <w:rsid w:val="001818BD"/>
    <w:rsid w:val="001830CE"/>
    <w:rsid w:val="00183248"/>
    <w:rsid w:val="00184B3A"/>
    <w:rsid w:val="001850DB"/>
    <w:rsid w:val="00187114"/>
    <w:rsid w:val="001918CA"/>
    <w:rsid w:val="0019312D"/>
    <w:rsid w:val="0019385D"/>
    <w:rsid w:val="00194785"/>
    <w:rsid w:val="001949D9"/>
    <w:rsid w:val="001956DC"/>
    <w:rsid w:val="0019628B"/>
    <w:rsid w:val="00197795"/>
    <w:rsid w:val="00197EC8"/>
    <w:rsid w:val="001A0554"/>
    <w:rsid w:val="001A0600"/>
    <w:rsid w:val="001A16B8"/>
    <w:rsid w:val="001A16D4"/>
    <w:rsid w:val="001A3C85"/>
    <w:rsid w:val="001A5C69"/>
    <w:rsid w:val="001A66C7"/>
    <w:rsid w:val="001A7D04"/>
    <w:rsid w:val="001B0A30"/>
    <w:rsid w:val="001B3776"/>
    <w:rsid w:val="001B64F3"/>
    <w:rsid w:val="001C1A48"/>
    <w:rsid w:val="001C2C53"/>
    <w:rsid w:val="001C4FB6"/>
    <w:rsid w:val="001C5BCF"/>
    <w:rsid w:val="001C67D2"/>
    <w:rsid w:val="001C7001"/>
    <w:rsid w:val="001D07A0"/>
    <w:rsid w:val="001D09ED"/>
    <w:rsid w:val="001D0C57"/>
    <w:rsid w:val="001D1123"/>
    <w:rsid w:val="001D13BB"/>
    <w:rsid w:val="001D1D45"/>
    <w:rsid w:val="001D2258"/>
    <w:rsid w:val="001D28DE"/>
    <w:rsid w:val="001D3BAD"/>
    <w:rsid w:val="001D4CFB"/>
    <w:rsid w:val="001D6910"/>
    <w:rsid w:val="001D7731"/>
    <w:rsid w:val="001E139B"/>
    <w:rsid w:val="001E1E91"/>
    <w:rsid w:val="001E270A"/>
    <w:rsid w:val="001E3AFC"/>
    <w:rsid w:val="001E5A5E"/>
    <w:rsid w:val="001E5C74"/>
    <w:rsid w:val="001E5EE7"/>
    <w:rsid w:val="001E75FF"/>
    <w:rsid w:val="001E7A9A"/>
    <w:rsid w:val="001E7BBB"/>
    <w:rsid w:val="001E7C4A"/>
    <w:rsid w:val="001F1C39"/>
    <w:rsid w:val="001F31C7"/>
    <w:rsid w:val="001F3589"/>
    <w:rsid w:val="001F3A20"/>
    <w:rsid w:val="001F50BA"/>
    <w:rsid w:val="001F75B4"/>
    <w:rsid w:val="001F7B6C"/>
    <w:rsid w:val="001F7E05"/>
    <w:rsid w:val="002008A2"/>
    <w:rsid w:val="00200BE3"/>
    <w:rsid w:val="00201D24"/>
    <w:rsid w:val="0020236D"/>
    <w:rsid w:val="002038D4"/>
    <w:rsid w:val="00203A78"/>
    <w:rsid w:val="00205DBC"/>
    <w:rsid w:val="002065C7"/>
    <w:rsid w:val="00206C25"/>
    <w:rsid w:val="00212159"/>
    <w:rsid w:val="00212932"/>
    <w:rsid w:val="002129F0"/>
    <w:rsid w:val="0021304B"/>
    <w:rsid w:val="00213746"/>
    <w:rsid w:val="0021422A"/>
    <w:rsid w:val="00215A0B"/>
    <w:rsid w:val="00220C9B"/>
    <w:rsid w:val="00220F6A"/>
    <w:rsid w:val="002212C5"/>
    <w:rsid w:val="002226B2"/>
    <w:rsid w:val="00222C53"/>
    <w:rsid w:val="002238B4"/>
    <w:rsid w:val="00225654"/>
    <w:rsid w:val="0022637B"/>
    <w:rsid w:val="00226A6C"/>
    <w:rsid w:val="0023193C"/>
    <w:rsid w:val="00233012"/>
    <w:rsid w:val="00233A60"/>
    <w:rsid w:val="00234685"/>
    <w:rsid w:val="0023471A"/>
    <w:rsid w:val="00235B20"/>
    <w:rsid w:val="00236606"/>
    <w:rsid w:val="002418F9"/>
    <w:rsid w:val="00242A0D"/>
    <w:rsid w:val="002433FB"/>
    <w:rsid w:val="00244183"/>
    <w:rsid w:val="0024583D"/>
    <w:rsid w:val="00245ABD"/>
    <w:rsid w:val="00246645"/>
    <w:rsid w:val="00246B4A"/>
    <w:rsid w:val="0025004B"/>
    <w:rsid w:val="002502CA"/>
    <w:rsid w:val="00253CD1"/>
    <w:rsid w:val="00255355"/>
    <w:rsid w:val="00256156"/>
    <w:rsid w:val="0026003A"/>
    <w:rsid w:val="002601E8"/>
    <w:rsid w:val="0026040C"/>
    <w:rsid w:val="00260D89"/>
    <w:rsid w:val="00261C91"/>
    <w:rsid w:val="00262D71"/>
    <w:rsid w:val="00263183"/>
    <w:rsid w:val="00263712"/>
    <w:rsid w:val="00263E21"/>
    <w:rsid w:val="002641CB"/>
    <w:rsid w:val="0026685B"/>
    <w:rsid w:val="00267BCB"/>
    <w:rsid w:val="0027206F"/>
    <w:rsid w:val="0027390D"/>
    <w:rsid w:val="0027491D"/>
    <w:rsid w:val="00275894"/>
    <w:rsid w:val="0027601B"/>
    <w:rsid w:val="002769FD"/>
    <w:rsid w:val="00277632"/>
    <w:rsid w:val="00281273"/>
    <w:rsid w:val="00283010"/>
    <w:rsid w:val="002835BB"/>
    <w:rsid w:val="00285749"/>
    <w:rsid w:val="00285956"/>
    <w:rsid w:val="00286410"/>
    <w:rsid w:val="00286BDD"/>
    <w:rsid w:val="00286BEB"/>
    <w:rsid w:val="00286EFF"/>
    <w:rsid w:val="002900BD"/>
    <w:rsid w:val="00290A57"/>
    <w:rsid w:val="00290DD1"/>
    <w:rsid w:val="00291085"/>
    <w:rsid w:val="0029208A"/>
    <w:rsid w:val="00293449"/>
    <w:rsid w:val="00293994"/>
    <w:rsid w:val="002950AB"/>
    <w:rsid w:val="0029522A"/>
    <w:rsid w:val="00296AA6"/>
    <w:rsid w:val="00297729"/>
    <w:rsid w:val="002A0CDF"/>
    <w:rsid w:val="002A0E2A"/>
    <w:rsid w:val="002A4266"/>
    <w:rsid w:val="002A4505"/>
    <w:rsid w:val="002A7ABE"/>
    <w:rsid w:val="002A7B9E"/>
    <w:rsid w:val="002B04B2"/>
    <w:rsid w:val="002B1BC6"/>
    <w:rsid w:val="002B2A1C"/>
    <w:rsid w:val="002B3294"/>
    <w:rsid w:val="002B43F4"/>
    <w:rsid w:val="002B6C88"/>
    <w:rsid w:val="002B753A"/>
    <w:rsid w:val="002C220A"/>
    <w:rsid w:val="002D44C5"/>
    <w:rsid w:val="002D4C82"/>
    <w:rsid w:val="002D517A"/>
    <w:rsid w:val="002D5B33"/>
    <w:rsid w:val="002D63BF"/>
    <w:rsid w:val="002D6DBF"/>
    <w:rsid w:val="002E0C27"/>
    <w:rsid w:val="002E2AAA"/>
    <w:rsid w:val="002E35C8"/>
    <w:rsid w:val="002E39E6"/>
    <w:rsid w:val="002E4A54"/>
    <w:rsid w:val="002E6BF5"/>
    <w:rsid w:val="002E7E8C"/>
    <w:rsid w:val="002F0049"/>
    <w:rsid w:val="002F1F08"/>
    <w:rsid w:val="002F23FE"/>
    <w:rsid w:val="002F254F"/>
    <w:rsid w:val="002F29AD"/>
    <w:rsid w:val="002F373C"/>
    <w:rsid w:val="002F3FC1"/>
    <w:rsid w:val="002F74F5"/>
    <w:rsid w:val="002F7556"/>
    <w:rsid w:val="002F7586"/>
    <w:rsid w:val="002F7859"/>
    <w:rsid w:val="002F7E36"/>
    <w:rsid w:val="002F7E82"/>
    <w:rsid w:val="00300137"/>
    <w:rsid w:val="0030087D"/>
    <w:rsid w:val="0030102B"/>
    <w:rsid w:val="00301763"/>
    <w:rsid w:val="00302AD6"/>
    <w:rsid w:val="0030408A"/>
    <w:rsid w:val="00306D73"/>
    <w:rsid w:val="0030789B"/>
    <w:rsid w:val="00310361"/>
    <w:rsid w:val="0031082B"/>
    <w:rsid w:val="0031264A"/>
    <w:rsid w:val="00312DD7"/>
    <w:rsid w:val="00313FA7"/>
    <w:rsid w:val="003140C6"/>
    <w:rsid w:val="00315549"/>
    <w:rsid w:val="003170EF"/>
    <w:rsid w:val="00320024"/>
    <w:rsid w:val="003216FB"/>
    <w:rsid w:val="00324524"/>
    <w:rsid w:val="003248A2"/>
    <w:rsid w:val="00324A88"/>
    <w:rsid w:val="00324E0B"/>
    <w:rsid w:val="003259AF"/>
    <w:rsid w:val="00326F30"/>
    <w:rsid w:val="00327CFB"/>
    <w:rsid w:val="00330606"/>
    <w:rsid w:val="00331C1B"/>
    <w:rsid w:val="00332D00"/>
    <w:rsid w:val="003331FE"/>
    <w:rsid w:val="003346B5"/>
    <w:rsid w:val="00334D44"/>
    <w:rsid w:val="003356A7"/>
    <w:rsid w:val="003356EB"/>
    <w:rsid w:val="00335E2A"/>
    <w:rsid w:val="003369D9"/>
    <w:rsid w:val="0034019C"/>
    <w:rsid w:val="003403A6"/>
    <w:rsid w:val="00342E5E"/>
    <w:rsid w:val="00343527"/>
    <w:rsid w:val="0034455F"/>
    <w:rsid w:val="00344925"/>
    <w:rsid w:val="003452EF"/>
    <w:rsid w:val="00345ACC"/>
    <w:rsid w:val="0034719C"/>
    <w:rsid w:val="00350317"/>
    <w:rsid w:val="0035246F"/>
    <w:rsid w:val="00353877"/>
    <w:rsid w:val="00354059"/>
    <w:rsid w:val="00355471"/>
    <w:rsid w:val="003560A7"/>
    <w:rsid w:val="00356CEA"/>
    <w:rsid w:val="003574F3"/>
    <w:rsid w:val="003576C1"/>
    <w:rsid w:val="0036087E"/>
    <w:rsid w:val="00363319"/>
    <w:rsid w:val="00364717"/>
    <w:rsid w:val="003669D6"/>
    <w:rsid w:val="00366BB4"/>
    <w:rsid w:val="0037150B"/>
    <w:rsid w:val="00371FE3"/>
    <w:rsid w:val="00373D58"/>
    <w:rsid w:val="00375F02"/>
    <w:rsid w:val="003773FA"/>
    <w:rsid w:val="003814DA"/>
    <w:rsid w:val="00381D13"/>
    <w:rsid w:val="003841A1"/>
    <w:rsid w:val="00386C03"/>
    <w:rsid w:val="00390DC0"/>
    <w:rsid w:val="00391F04"/>
    <w:rsid w:val="00394DCB"/>
    <w:rsid w:val="00394FED"/>
    <w:rsid w:val="00395C67"/>
    <w:rsid w:val="0039609C"/>
    <w:rsid w:val="00397A3C"/>
    <w:rsid w:val="00397D2C"/>
    <w:rsid w:val="00397FF0"/>
    <w:rsid w:val="003A138F"/>
    <w:rsid w:val="003A3142"/>
    <w:rsid w:val="003A3A7F"/>
    <w:rsid w:val="003A6CC2"/>
    <w:rsid w:val="003B2A9C"/>
    <w:rsid w:val="003B4796"/>
    <w:rsid w:val="003B4EF1"/>
    <w:rsid w:val="003B58A8"/>
    <w:rsid w:val="003B6F85"/>
    <w:rsid w:val="003B7C7E"/>
    <w:rsid w:val="003C07D3"/>
    <w:rsid w:val="003C0AB6"/>
    <w:rsid w:val="003C129B"/>
    <w:rsid w:val="003C2298"/>
    <w:rsid w:val="003C36D1"/>
    <w:rsid w:val="003C428B"/>
    <w:rsid w:val="003C4BE9"/>
    <w:rsid w:val="003C76A3"/>
    <w:rsid w:val="003D2965"/>
    <w:rsid w:val="003D2AA2"/>
    <w:rsid w:val="003D4465"/>
    <w:rsid w:val="003D446A"/>
    <w:rsid w:val="003D5353"/>
    <w:rsid w:val="003D5957"/>
    <w:rsid w:val="003D6EF6"/>
    <w:rsid w:val="003D778B"/>
    <w:rsid w:val="003E11A4"/>
    <w:rsid w:val="003E1B5F"/>
    <w:rsid w:val="003E2959"/>
    <w:rsid w:val="003E3241"/>
    <w:rsid w:val="003E3FA5"/>
    <w:rsid w:val="003E67E5"/>
    <w:rsid w:val="003E6A54"/>
    <w:rsid w:val="003E7DBB"/>
    <w:rsid w:val="003E7FAC"/>
    <w:rsid w:val="003F2F48"/>
    <w:rsid w:val="003F4596"/>
    <w:rsid w:val="003F4A0C"/>
    <w:rsid w:val="003F54C2"/>
    <w:rsid w:val="003F61C9"/>
    <w:rsid w:val="003F7DB2"/>
    <w:rsid w:val="00402A21"/>
    <w:rsid w:val="00402B8D"/>
    <w:rsid w:val="00402C09"/>
    <w:rsid w:val="00404795"/>
    <w:rsid w:val="004064AB"/>
    <w:rsid w:val="0041164B"/>
    <w:rsid w:val="0041221F"/>
    <w:rsid w:val="004123FF"/>
    <w:rsid w:val="004130DB"/>
    <w:rsid w:val="0041371D"/>
    <w:rsid w:val="00414E09"/>
    <w:rsid w:val="00417C57"/>
    <w:rsid w:val="00421A50"/>
    <w:rsid w:val="00422101"/>
    <w:rsid w:val="00422A9A"/>
    <w:rsid w:val="004231F5"/>
    <w:rsid w:val="00423F80"/>
    <w:rsid w:val="00424ECA"/>
    <w:rsid w:val="00425AFD"/>
    <w:rsid w:val="00427F73"/>
    <w:rsid w:val="00430524"/>
    <w:rsid w:val="0043110B"/>
    <w:rsid w:val="0043187C"/>
    <w:rsid w:val="00432E79"/>
    <w:rsid w:val="00433480"/>
    <w:rsid w:val="004342F6"/>
    <w:rsid w:val="00435A13"/>
    <w:rsid w:val="00437C5B"/>
    <w:rsid w:val="0044084D"/>
    <w:rsid w:val="00441DB0"/>
    <w:rsid w:val="0044203D"/>
    <w:rsid w:val="00443EAF"/>
    <w:rsid w:val="00444647"/>
    <w:rsid w:val="004456D9"/>
    <w:rsid w:val="00445980"/>
    <w:rsid w:val="00447382"/>
    <w:rsid w:val="00450226"/>
    <w:rsid w:val="00450397"/>
    <w:rsid w:val="004529E9"/>
    <w:rsid w:val="00453486"/>
    <w:rsid w:val="00453D8B"/>
    <w:rsid w:val="00454DAF"/>
    <w:rsid w:val="00456EE5"/>
    <w:rsid w:val="00457D82"/>
    <w:rsid w:val="00462854"/>
    <w:rsid w:val="0046363F"/>
    <w:rsid w:val="00464A4A"/>
    <w:rsid w:val="00465BC5"/>
    <w:rsid w:val="004700ED"/>
    <w:rsid w:val="00470F7B"/>
    <w:rsid w:val="0047183B"/>
    <w:rsid w:val="00471906"/>
    <w:rsid w:val="0047381B"/>
    <w:rsid w:val="00474719"/>
    <w:rsid w:val="00474CDF"/>
    <w:rsid w:val="004759F7"/>
    <w:rsid w:val="00476A4B"/>
    <w:rsid w:val="004806D1"/>
    <w:rsid w:val="00482EEF"/>
    <w:rsid w:val="00482F58"/>
    <w:rsid w:val="00486272"/>
    <w:rsid w:val="004919DF"/>
    <w:rsid w:val="00492492"/>
    <w:rsid w:val="0049336A"/>
    <w:rsid w:val="0049551F"/>
    <w:rsid w:val="00496245"/>
    <w:rsid w:val="00496317"/>
    <w:rsid w:val="00496433"/>
    <w:rsid w:val="00497D08"/>
    <w:rsid w:val="004A107E"/>
    <w:rsid w:val="004A5042"/>
    <w:rsid w:val="004A5834"/>
    <w:rsid w:val="004A5E92"/>
    <w:rsid w:val="004A6B5B"/>
    <w:rsid w:val="004B08D4"/>
    <w:rsid w:val="004B1CA1"/>
    <w:rsid w:val="004B2075"/>
    <w:rsid w:val="004B2090"/>
    <w:rsid w:val="004B2880"/>
    <w:rsid w:val="004B3A4E"/>
    <w:rsid w:val="004B6056"/>
    <w:rsid w:val="004B6362"/>
    <w:rsid w:val="004B7757"/>
    <w:rsid w:val="004C02DE"/>
    <w:rsid w:val="004C0DE6"/>
    <w:rsid w:val="004C1391"/>
    <w:rsid w:val="004C1E32"/>
    <w:rsid w:val="004C26F4"/>
    <w:rsid w:val="004C2B7F"/>
    <w:rsid w:val="004C2FE8"/>
    <w:rsid w:val="004C3056"/>
    <w:rsid w:val="004C562F"/>
    <w:rsid w:val="004C573B"/>
    <w:rsid w:val="004C57C5"/>
    <w:rsid w:val="004C5E5B"/>
    <w:rsid w:val="004C77F6"/>
    <w:rsid w:val="004D21AA"/>
    <w:rsid w:val="004D2492"/>
    <w:rsid w:val="004D2D0E"/>
    <w:rsid w:val="004D30B3"/>
    <w:rsid w:val="004D3871"/>
    <w:rsid w:val="004D5701"/>
    <w:rsid w:val="004D6FAB"/>
    <w:rsid w:val="004D72A8"/>
    <w:rsid w:val="004D7B88"/>
    <w:rsid w:val="004E322A"/>
    <w:rsid w:val="004E3E00"/>
    <w:rsid w:val="004E53F6"/>
    <w:rsid w:val="004E5732"/>
    <w:rsid w:val="004E5A65"/>
    <w:rsid w:val="004E7F63"/>
    <w:rsid w:val="004F08E3"/>
    <w:rsid w:val="004F181B"/>
    <w:rsid w:val="004F324A"/>
    <w:rsid w:val="004F3EBE"/>
    <w:rsid w:val="004F43F2"/>
    <w:rsid w:val="004F639B"/>
    <w:rsid w:val="004F694B"/>
    <w:rsid w:val="004F6BB5"/>
    <w:rsid w:val="004F7775"/>
    <w:rsid w:val="005007CF"/>
    <w:rsid w:val="0050140D"/>
    <w:rsid w:val="00501B0B"/>
    <w:rsid w:val="00501FDC"/>
    <w:rsid w:val="00502D70"/>
    <w:rsid w:val="005068DC"/>
    <w:rsid w:val="00506A0E"/>
    <w:rsid w:val="005118FE"/>
    <w:rsid w:val="00511900"/>
    <w:rsid w:val="005128F4"/>
    <w:rsid w:val="00515402"/>
    <w:rsid w:val="00517143"/>
    <w:rsid w:val="00517835"/>
    <w:rsid w:val="00520C94"/>
    <w:rsid w:val="0052181B"/>
    <w:rsid w:val="00522F25"/>
    <w:rsid w:val="00526D70"/>
    <w:rsid w:val="00527C96"/>
    <w:rsid w:val="00530172"/>
    <w:rsid w:val="00530F52"/>
    <w:rsid w:val="00532B00"/>
    <w:rsid w:val="00535D04"/>
    <w:rsid w:val="00536FC8"/>
    <w:rsid w:val="005379F5"/>
    <w:rsid w:val="005404E3"/>
    <w:rsid w:val="00540FA8"/>
    <w:rsid w:val="00541F0F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940"/>
    <w:rsid w:val="00551E24"/>
    <w:rsid w:val="005520DF"/>
    <w:rsid w:val="00552650"/>
    <w:rsid w:val="00555517"/>
    <w:rsid w:val="00555A23"/>
    <w:rsid w:val="00555CDB"/>
    <w:rsid w:val="00555D0E"/>
    <w:rsid w:val="00555FF4"/>
    <w:rsid w:val="00557534"/>
    <w:rsid w:val="0056017C"/>
    <w:rsid w:val="00560A17"/>
    <w:rsid w:val="00560A92"/>
    <w:rsid w:val="0056261F"/>
    <w:rsid w:val="00562775"/>
    <w:rsid w:val="00562FBD"/>
    <w:rsid w:val="00564569"/>
    <w:rsid w:val="00564860"/>
    <w:rsid w:val="00565004"/>
    <w:rsid w:val="00570370"/>
    <w:rsid w:val="00570A98"/>
    <w:rsid w:val="00571244"/>
    <w:rsid w:val="005713C2"/>
    <w:rsid w:val="00571B17"/>
    <w:rsid w:val="00571BC4"/>
    <w:rsid w:val="00571F63"/>
    <w:rsid w:val="00573558"/>
    <w:rsid w:val="005740C6"/>
    <w:rsid w:val="00574E43"/>
    <w:rsid w:val="00575192"/>
    <w:rsid w:val="00575825"/>
    <w:rsid w:val="00575D0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745F"/>
    <w:rsid w:val="00587557"/>
    <w:rsid w:val="00587F52"/>
    <w:rsid w:val="00590F9E"/>
    <w:rsid w:val="00590FBA"/>
    <w:rsid w:val="00591D17"/>
    <w:rsid w:val="005924A4"/>
    <w:rsid w:val="00592565"/>
    <w:rsid w:val="00593B10"/>
    <w:rsid w:val="00594BDB"/>
    <w:rsid w:val="005A2752"/>
    <w:rsid w:val="005A3663"/>
    <w:rsid w:val="005A3F73"/>
    <w:rsid w:val="005A44FB"/>
    <w:rsid w:val="005A518D"/>
    <w:rsid w:val="005A5B4E"/>
    <w:rsid w:val="005A768E"/>
    <w:rsid w:val="005B063D"/>
    <w:rsid w:val="005B0DD9"/>
    <w:rsid w:val="005B2F8B"/>
    <w:rsid w:val="005B3AA0"/>
    <w:rsid w:val="005B4C6F"/>
    <w:rsid w:val="005B5CE1"/>
    <w:rsid w:val="005B719E"/>
    <w:rsid w:val="005C22FD"/>
    <w:rsid w:val="005C2609"/>
    <w:rsid w:val="005C26C6"/>
    <w:rsid w:val="005C4407"/>
    <w:rsid w:val="005C58C4"/>
    <w:rsid w:val="005C5AE1"/>
    <w:rsid w:val="005C60C5"/>
    <w:rsid w:val="005C636F"/>
    <w:rsid w:val="005C6929"/>
    <w:rsid w:val="005D01CA"/>
    <w:rsid w:val="005D0441"/>
    <w:rsid w:val="005D1382"/>
    <w:rsid w:val="005D29AD"/>
    <w:rsid w:val="005D2DD3"/>
    <w:rsid w:val="005D52CD"/>
    <w:rsid w:val="005D7AA3"/>
    <w:rsid w:val="005E0398"/>
    <w:rsid w:val="005E05B5"/>
    <w:rsid w:val="005E0A87"/>
    <w:rsid w:val="005E1069"/>
    <w:rsid w:val="005E1C99"/>
    <w:rsid w:val="005E3AED"/>
    <w:rsid w:val="005E45BB"/>
    <w:rsid w:val="005E4890"/>
    <w:rsid w:val="005E5490"/>
    <w:rsid w:val="005E7383"/>
    <w:rsid w:val="005E7B84"/>
    <w:rsid w:val="005E7F8B"/>
    <w:rsid w:val="005F150C"/>
    <w:rsid w:val="005F2763"/>
    <w:rsid w:val="005F2D44"/>
    <w:rsid w:val="005F3068"/>
    <w:rsid w:val="005F3EFF"/>
    <w:rsid w:val="005F55D8"/>
    <w:rsid w:val="005F682D"/>
    <w:rsid w:val="005F6FFE"/>
    <w:rsid w:val="005F77BA"/>
    <w:rsid w:val="00601CBE"/>
    <w:rsid w:val="00602834"/>
    <w:rsid w:val="00603A22"/>
    <w:rsid w:val="00603E50"/>
    <w:rsid w:val="006103FE"/>
    <w:rsid w:val="00610782"/>
    <w:rsid w:val="006148AA"/>
    <w:rsid w:val="006150DB"/>
    <w:rsid w:val="00615280"/>
    <w:rsid w:val="00615F0D"/>
    <w:rsid w:val="00616F60"/>
    <w:rsid w:val="00620B55"/>
    <w:rsid w:val="00620DC7"/>
    <w:rsid w:val="0062231A"/>
    <w:rsid w:val="00624E87"/>
    <w:rsid w:val="00625755"/>
    <w:rsid w:val="006264C9"/>
    <w:rsid w:val="00627CCA"/>
    <w:rsid w:val="0063178D"/>
    <w:rsid w:val="006318BB"/>
    <w:rsid w:val="006325F3"/>
    <w:rsid w:val="00632DEB"/>
    <w:rsid w:val="00632E02"/>
    <w:rsid w:val="00633297"/>
    <w:rsid w:val="00633573"/>
    <w:rsid w:val="0063433A"/>
    <w:rsid w:val="0063498C"/>
    <w:rsid w:val="0063762F"/>
    <w:rsid w:val="00641E2B"/>
    <w:rsid w:val="00643446"/>
    <w:rsid w:val="006449D6"/>
    <w:rsid w:val="00645983"/>
    <w:rsid w:val="006463FC"/>
    <w:rsid w:val="00647AB2"/>
    <w:rsid w:val="006528AF"/>
    <w:rsid w:val="00652E9A"/>
    <w:rsid w:val="00654964"/>
    <w:rsid w:val="006550D8"/>
    <w:rsid w:val="00655835"/>
    <w:rsid w:val="00656352"/>
    <w:rsid w:val="00656EF5"/>
    <w:rsid w:val="006571EA"/>
    <w:rsid w:val="00657A0E"/>
    <w:rsid w:val="00657C04"/>
    <w:rsid w:val="00660102"/>
    <w:rsid w:val="00660132"/>
    <w:rsid w:val="00661C43"/>
    <w:rsid w:val="00663662"/>
    <w:rsid w:val="00663B52"/>
    <w:rsid w:val="00666257"/>
    <w:rsid w:val="00670DD1"/>
    <w:rsid w:val="0067277A"/>
    <w:rsid w:val="00672938"/>
    <w:rsid w:val="00673C87"/>
    <w:rsid w:val="00676D26"/>
    <w:rsid w:val="00676F85"/>
    <w:rsid w:val="006772A8"/>
    <w:rsid w:val="00677C4F"/>
    <w:rsid w:val="00680609"/>
    <w:rsid w:val="006807A4"/>
    <w:rsid w:val="00681B4D"/>
    <w:rsid w:val="00683BEC"/>
    <w:rsid w:val="0068506A"/>
    <w:rsid w:val="00690899"/>
    <w:rsid w:val="00691B3D"/>
    <w:rsid w:val="00694DE5"/>
    <w:rsid w:val="00695F3A"/>
    <w:rsid w:val="00697A50"/>
    <w:rsid w:val="006A01AC"/>
    <w:rsid w:val="006A1824"/>
    <w:rsid w:val="006A2D77"/>
    <w:rsid w:val="006A2ECB"/>
    <w:rsid w:val="006A4D6B"/>
    <w:rsid w:val="006A50D3"/>
    <w:rsid w:val="006A5298"/>
    <w:rsid w:val="006A7F63"/>
    <w:rsid w:val="006B0E6A"/>
    <w:rsid w:val="006B2772"/>
    <w:rsid w:val="006B3219"/>
    <w:rsid w:val="006B36B5"/>
    <w:rsid w:val="006B468E"/>
    <w:rsid w:val="006B4B1F"/>
    <w:rsid w:val="006B4DBF"/>
    <w:rsid w:val="006B5DFB"/>
    <w:rsid w:val="006B6A55"/>
    <w:rsid w:val="006C01C9"/>
    <w:rsid w:val="006C38D0"/>
    <w:rsid w:val="006C438E"/>
    <w:rsid w:val="006D0A35"/>
    <w:rsid w:val="006D0B45"/>
    <w:rsid w:val="006D1A86"/>
    <w:rsid w:val="006D20B2"/>
    <w:rsid w:val="006D2929"/>
    <w:rsid w:val="006D4CA7"/>
    <w:rsid w:val="006D4F83"/>
    <w:rsid w:val="006D513A"/>
    <w:rsid w:val="006E0E88"/>
    <w:rsid w:val="006E10D5"/>
    <w:rsid w:val="006E16BD"/>
    <w:rsid w:val="006E1A68"/>
    <w:rsid w:val="006E1D25"/>
    <w:rsid w:val="006E23AF"/>
    <w:rsid w:val="006E3369"/>
    <w:rsid w:val="006E3838"/>
    <w:rsid w:val="006E4986"/>
    <w:rsid w:val="006E579B"/>
    <w:rsid w:val="006E7CC1"/>
    <w:rsid w:val="006F0051"/>
    <w:rsid w:val="006F26C2"/>
    <w:rsid w:val="006F2AE2"/>
    <w:rsid w:val="006F390B"/>
    <w:rsid w:val="006F3BB9"/>
    <w:rsid w:val="006F3F09"/>
    <w:rsid w:val="006F5A1C"/>
    <w:rsid w:val="006F6E1E"/>
    <w:rsid w:val="006F72D7"/>
    <w:rsid w:val="00700E06"/>
    <w:rsid w:val="007014A3"/>
    <w:rsid w:val="0070151E"/>
    <w:rsid w:val="00702B6F"/>
    <w:rsid w:val="007056E1"/>
    <w:rsid w:val="00712383"/>
    <w:rsid w:val="00713327"/>
    <w:rsid w:val="00713357"/>
    <w:rsid w:val="00713A26"/>
    <w:rsid w:val="007156DF"/>
    <w:rsid w:val="0071684F"/>
    <w:rsid w:val="00717253"/>
    <w:rsid w:val="007212DC"/>
    <w:rsid w:val="00721FB7"/>
    <w:rsid w:val="0072356B"/>
    <w:rsid w:val="0072643B"/>
    <w:rsid w:val="00726877"/>
    <w:rsid w:val="00727902"/>
    <w:rsid w:val="007279BB"/>
    <w:rsid w:val="00730A7F"/>
    <w:rsid w:val="00732045"/>
    <w:rsid w:val="007322C7"/>
    <w:rsid w:val="007322CD"/>
    <w:rsid w:val="00732529"/>
    <w:rsid w:val="00732C6E"/>
    <w:rsid w:val="0073364F"/>
    <w:rsid w:val="007352D3"/>
    <w:rsid w:val="007355A9"/>
    <w:rsid w:val="007376C4"/>
    <w:rsid w:val="00737C61"/>
    <w:rsid w:val="00740B04"/>
    <w:rsid w:val="00741F43"/>
    <w:rsid w:val="00744193"/>
    <w:rsid w:val="00744FE4"/>
    <w:rsid w:val="00745F6D"/>
    <w:rsid w:val="0074649C"/>
    <w:rsid w:val="007464F3"/>
    <w:rsid w:val="00746B1B"/>
    <w:rsid w:val="0075097D"/>
    <w:rsid w:val="00750A9C"/>
    <w:rsid w:val="007517E7"/>
    <w:rsid w:val="00751B34"/>
    <w:rsid w:val="00752E60"/>
    <w:rsid w:val="00752F28"/>
    <w:rsid w:val="0075309C"/>
    <w:rsid w:val="00753D56"/>
    <w:rsid w:val="00754E19"/>
    <w:rsid w:val="0075695A"/>
    <w:rsid w:val="00757D09"/>
    <w:rsid w:val="00761340"/>
    <w:rsid w:val="00761A96"/>
    <w:rsid w:val="0076403A"/>
    <w:rsid w:val="00764C7D"/>
    <w:rsid w:val="007665BB"/>
    <w:rsid w:val="0076678E"/>
    <w:rsid w:val="00766D68"/>
    <w:rsid w:val="00770F94"/>
    <w:rsid w:val="00771165"/>
    <w:rsid w:val="00772574"/>
    <w:rsid w:val="00772701"/>
    <w:rsid w:val="00772A86"/>
    <w:rsid w:val="0077313F"/>
    <w:rsid w:val="00773800"/>
    <w:rsid w:val="00774EA2"/>
    <w:rsid w:val="00775742"/>
    <w:rsid w:val="00775FF6"/>
    <w:rsid w:val="0077621B"/>
    <w:rsid w:val="00780E86"/>
    <w:rsid w:val="00781DD5"/>
    <w:rsid w:val="00781E6C"/>
    <w:rsid w:val="00782304"/>
    <w:rsid w:val="00782404"/>
    <w:rsid w:val="00785361"/>
    <w:rsid w:val="00785C4C"/>
    <w:rsid w:val="00786EE2"/>
    <w:rsid w:val="0078768B"/>
    <w:rsid w:val="00792813"/>
    <w:rsid w:val="007A1DE8"/>
    <w:rsid w:val="007A230C"/>
    <w:rsid w:val="007A2E57"/>
    <w:rsid w:val="007A34E6"/>
    <w:rsid w:val="007A353F"/>
    <w:rsid w:val="007A497C"/>
    <w:rsid w:val="007A4F34"/>
    <w:rsid w:val="007A566F"/>
    <w:rsid w:val="007A56A4"/>
    <w:rsid w:val="007A58E8"/>
    <w:rsid w:val="007A6748"/>
    <w:rsid w:val="007A6CD7"/>
    <w:rsid w:val="007A752B"/>
    <w:rsid w:val="007A7E69"/>
    <w:rsid w:val="007B02C4"/>
    <w:rsid w:val="007B0EEF"/>
    <w:rsid w:val="007B14BE"/>
    <w:rsid w:val="007B194D"/>
    <w:rsid w:val="007B371D"/>
    <w:rsid w:val="007B432E"/>
    <w:rsid w:val="007B581D"/>
    <w:rsid w:val="007B6589"/>
    <w:rsid w:val="007B6EF1"/>
    <w:rsid w:val="007C076A"/>
    <w:rsid w:val="007C0C49"/>
    <w:rsid w:val="007C1821"/>
    <w:rsid w:val="007C2403"/>
    <w:rsid w:val="007C2752"/>
    <w:rsid w:val="007C4E6E"/>
    <w:rsid w:val="007C547A"/>
    <w:rsid w:val="007C5657"/>
    <w:rsid w:val="007C696C"/>
    <w:rsid w:val="007D0771"/>
    <w:rsid w:val="007D086A"/>
    <w:rsid w:val="007D12B5"/>
    <w:rsid w:val="007D20D6"/>
    <w:rsid w:val="007D2395"/>
    <w:rsid w:val="007D54FC"/>
    <w:rsid w:val="007D58D6"/>
    <w:rsid w:val="007D7C10"/>
    <w:rsid w:val="007E17E6"/>
    <w:rsid w:val="007E1C0D"/>
    <w:rsid w:val="007E1C39"/>
    <w:rsid w:val="007E28E7"/>
    <w:rsid w:val="007E4434"/>
    <w:rsid w:val="007E536E"/>
    <w:rsid w:val="007E5E2F"/>
    <w:rsid w:val="007E6B9C"/>
    <w:rsid w:val="007F004C"/>
    <w:rsid w:val="007F1EA6"/>
    <w:rsid w:val="007F3BAA"/>
    <w:rsid w:val="007F5C0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4C44"/>
    <w:rsid w:val="00815789"/>
    <w:rsid w:val="00817085"/>
    <w:rsid w:val="00824531"/>
    <w:rsid w:val="00824F7F"/>
    <w:rsid w:val="00825D18"/>
    <w:rsid w:val="00826577"/>
    <w:rsid w:val="00826E15"/>
    <w:rsid w:val="0082726F"/>
    <w:rsid w:val="008277AA"/>
    <w:rsid w:val="00827BCE"/>
    <w:rsid w:val="008328B9"/>
    <w:rsid w:val="00832AA8"/>
    <w:rsid w:val="00833FD9"/>
    <w:rsid w:val="00835858"/>
    <w:rsid w:val="00837412"/>
    <w:rsid w:val="008401F7"/>
    <w:rsid w:val="008409E2"/>
    <w:rsid w:val="008414CE"/>
    <w:rsid w:val="00841936"/>
    <w:rsid w:val="00842BDF"/>
    <w:rsid w:val="008432B4"/>
    <w:rsid w:val="00843CCE"/>
    <w:rsid w:val="00843F9F"/>
    <w:rsid w:val="008445E8"/>
    <w:rsid w:val="008477CA"/>
    <w:rsid w:val="008478D6"/>
    <w:rsid w:val="00852145"/>
    <w:rsid w:val="00852435"/>
    <w:rsid w:val="00852EEA"/>
    <w:rsid w:val="00854619"/>
    <w:rsid w:val="00856E81"/>
    <w:rsid w:val="00857226"/>
    <w:rsid w:val="0085729F"/>
    <w:rsid w:val="008604E9"/>
    <w:rsid w:val="0086239B"/>
    <w:rsid w:val="0086259E"/>
    <w:rsid w:val="00866C17"/>
    <w:rsid w:val="00873BBB"/>
    <w:rsid w:val="00874031"/>
    <w:rsid w:val="00874953"/>
    <w:rsid w:val="00877762"/>
    <w:rsid w:val="0088182B"/>
    <w:rsid w:val="00887DF8"/>
    <w:rsid w:val="008901E2"/>
    <w:rsid w:val="00890DEC"/>
    <w:rsid w:val="008919F2"/>
    <w:rsid w:val="00892AF2"/>
    <w:rsid w:val="0089306F"/>
    <w:rsid w:val="00895496"/>
    <w:rsid w:val="00896363"/>
    <w:rsid w:val="00896C30"/>
    <w:rsid w:val="0089720E"/>
    <w:rsid w:val="00897321"/>
    <w:rsid w:val="00897888"/>
    <w:rsid w:val="00897CD8"/>
    <w:rsid w:val="008A023D"/>
    <w:rsid w:val="008A07C1"/>
    <w:rsid w:val="008A1FDF"/>
    <w:rsid w:val="008A5813"/>
    <w:rsid w:val="008A5F0A"/>
    <w:rsid w:val="008A6038"/>
    <w:rsid w:val="008A609E"/>
    <w:rsid w:val="008A6804"/>
    <w:rsid w:val="008A7013"/>
    <w:rsid w:val="008B0201"/>
    <w:rsid w:val="008B03ED"/>
    <w:rsid w:val="008B041F"/>
    <w:rsid w:val="008B1F29"/>
    <w:rsid w:val="008B22DE"/>
    <w:rsid w:val="008B295F"/>
    <w:rsid w:val="008B2D17"/>
    <w:rsid w:val="008B4E06"/>
    <w:rsid w:val="008B547E"/>
    <w:rsid w:val="008B5522"/>
    <w:rsid w:val="008B5681"/>
    <w:rsid w:val="008B5BEA"/>
    <w:rsid w:val="008B667F"/>
    <w:rsid w:val="008B718D"/>
    <w:rsid w:val="008C1D5B"/>
    <w:rsid w:val="008C3F52"/>
    <w:rsid w:val="008C4636"/>
    <w:rsid w:val="008C48BC"/>
    <w:rsid w:val="008C6018"/>
    <w:rsid w:val="008C6DE8"/>
    <w:rsid w:val="008C75A4"/>
    <w:rsid w:val="008D0322"/>
    <w:rsid w:val="008D3CCD"/>
    <w:rsid w:val="008D4634"/>
    <w:rsid w:val="008E08FB"/>
    <w:rsid w:val="008E1097"/>
    <w:rsid w:val="008E1879"/>
    <w:rsid w:val="008E5B14"/>
    <w:rsid w:val="008E5D61"/>
    <w:rsid w:val="008E5F39"/>
    <w:rsid w:val="008E7025"/>
    <w:rsid w:val="008E7BDD"/>
    <w:rsid w:val="008F0B50"/>
    <w:rsid w:val="008F16B5"/>
    <w:rsid w:val="008F2795"/>
    <w:rsid w:val="008F3681"/>
    <w:rsid w:val="008F474D"/>
    <w:rsid w:val="008F4842"/>
    <w:rsid w:val="00900A75"/>
    <w:rsid w:val="00900E97"/>
    <w:rsid w:val="00903EBA"/>
    <w:rsid w:val="0090410E"/>
    <w:rsid w:val="0090440C"/>
    <w:rsid w:val="00904C64"/>
    <w:rsid w:val="00904E45"/>
    <w:rsid w:val="009059CD"/>
    <w:rsid w:val="009063E6"/>
    <w:rsid w:val="00906CB2"/>
    <w:rsid w:val="00912A9C"/>
    <w:rsid w:val="00913571"/>
    <w:rsid w:val="00913FD5"/>
    <w:rsid w:val="0091434C"/>
    <w:rsid w:val="00917469"/>
    <w:rsid w:val="0091786B"/>
    <w:rsid w:val="00917B64"/>
    <w:rsid w:val="00917DF7"/>
    <w:rsid w:val="00920693"/>
    <w:rsid w:val="00921E36"/>
    <w:rsid w:val="00922770"/>
    <w:rsid w:val="00923CF7"/>
    <w:rsid w:val="00923EF2"/>
    <w:rsid w:val="009242D3"/>
    <w:rsid w:val="00924388"/>
    <w:rsid w:val="00925CD5"/>
    <w:rsid w:val="00926239"/>
    <w:rsid w:val="0092791D"/>
    <w:rsid w:val="00932645"/>
    <w:rsid w:val="00933B6E"/>
    <w:rsid w:val="009349CA"/>
    <w:rsid w:val="00936E81"/>
    <w:rsid w:val="009370A4"/>
    <w:rsid w:val="009401CC"/>
    <w:rsid w:val="00941F8A"/>
    <w:rsid w:val="009428C0"/>
    <w:rsid w:val="00942CE9"/>
    <w:rsid w:val="00943834"/>
    <w:rsid w:val="00943EFE"/>
    <w:rsid w:val="00945273"/>
    <w:rsid w:val="009456B9"/>
    <w:rsid w:val="00947339"/>
    <w:rsid w:val="00951343"/>
    <w:rsid w:val="00952657"/>
    <w:rsid w:val="00952DAC"/>
    <w:rsid w:val="009548DC"/>
    <w:rsid w:val="00955375"/>
    <w:rsid w:val="00955E40"/>
    <w:rsid w:val="00956A09"/>
    <w:rsid w:val="00956A1B"/>
    <w:rsid w:val="009608CD"/>
    <w:rsid w:val="009618BB"/>
    <w:rsid w:val="009639BD"/>
    <w:rsid w:val="00964898"/>
    <w:rsid w:val="00967DDA"/>
    <w:rsid w:val="00967E81"/>
    <w:rsid w:val="00970B19"/>
    <w:rsid w:val="00970E49"/>
    <w:rsid w:val="00971189"/>
    <w:rsid w:val="00972754"/>
    <w:rsid w:val="00973315"/>
    <w:rsid w:val="00973E40"/>
    <w:rsid w:val="00974583"/>
    <w:rsid w:val="00974BC6"/>
    <w:rsid w:val="00975440"/>
    <w:rsid w:val="0097649F"/>
    <w:rsid w:val="0097716A"/>
    <w:rsid w:val="00980AED"/>
    <w:rsid w:val="00983048"/>
    <w:rsid w:val="00984797"/>
    <w:rsid w:val="00984BE2"/>
    <w:rsid w:val="00985529"/>
    <w:rsid w:val="00987714"/>
    <w:rsid w:val="00990E91"/>
    <w:rsid w:val="009926D9"/>
    <w:rsid w:val="00993299"/>
    <w:rsid w:val="00994124"/>
    <w:rsid w:val="00994D2F"/>
    <w:rsid w:val="00994DA5"/>
    <w:rsid w:val="00995610"/>
    <w:rsid w:val="00996008"/>
    <w:rsid w:val="009965F2"/>
    <w:rsid w:val="00996741"/>
    <w:rsid w:val="009A0101"/>
    <w:rsid w:val="009A1730"/>
    <w:rsid w:val="009A1B16"/>
    <w:rsid w:val="009A29DA"/>
    <w:rsid w:val="009A32DA"/>
    <w:rsid w:val="009A4F75"/>
    <w:rsid w:val="009A670F"/>
    <w:rsid w:val="009B145F"/>
    <w:rsid w:val="009B3BFA"/>
    <w:rsid w:val="009B63DC"/>
    <w:rsid w:val="009B6666"/>
    <w:rsid w:val="009C244A"/>
    <w:rsid w:val="009C2E7A"/>
    <w:rsid w:val="009D00FF"/>
    <w:rsid w:val="009D1810"/>
    <w:rsid w:val="009D38E2"/>
    <w:rsid w:val="009D618F"/>
    <w:rsid w:val="009D7F12"/>
    <w:rsid w:val="009E02C2"/>
    <w:rsid w:val="009E273D"/>
    <w:rsid w:val="009E3028"/>
    <w:rsid w:val="009E33C4"/>
    <w:rsid w:val="009E3682"/>
    <w:rsid w:val="009E505B"/>
    <w:rsid w:val="009E50B6"/>
    <w:rsid w:val="009E6823"/>
    <w:rsid w:val="009E7F4A"/>
    <w:rsid w:val="009F05C7"/>
    <w:rsid w:val="009F080C"/>
    <w:rsid w:val="009F123C"/>
    <w:rsid w:val="009F3CAE"/>
    <w:rsid w:val="009F46CD"/>
    <w:rsid w:val="009F55B0"/>
    <w:rsid w:val="009F5E91"/>
    <w:rsid w:val="00A001A2"/>
    <w:rsid w:val="00A01FCA"/>
    <w:rsid w:val="00A02273"/>
    <w:rsid w:val="00A0483D"/>
    <w:rsid w:val="00A05B77"/>
    <w:rsid w:val="00A05BDE"/>
    <w:rsid w:val="00A065F0"/>
    <w:rsid w:val="00A06B76"/>
    <w:rsid w:val="00A07776"/>
    <w:rsid w:val="00A07B6E"/>
    <w:rsid w:val="00A10BBA"/>
    <w:rsid w:val="00A10E66"/>
    <w:rsid w:val="00A1134E"/>
    <w:rsid w:val="00A1244E"/>
    <w:rsid w:val="00A12879"/>
    <w:rsid w:val="00A1398E"/>
    <w:rsid w:val="00A13FDE"/>
    <w:rsid w:val="00A1442A"/>
    <w:rsid w:val="00A14EF6"/>
    <w:rsid w:val="00A173EC"/>
    <w:rsid w:val="00A2055D"/>
    <w:rsid w:val="00A2151A"/>
    <w:rsid w:val="00A26E10"/>
    <w:rsid w:val="00A30283"/>
    <w:rsid w:val="00A3058D"/>
    <w:rsid w:val="00A323B3"/>
    <w:rsid w:val="00A3262E"/>
    <w:rsid w:val="00A35AE2"/>
    <w:rsid w:val="00A35EA0"/>
    <w:rsid w:val="00A36743"/>
    <w:rsid w:val="00A36894"/>
    <w:rsid w:val="00A43721"/>
    <w:rsid w:val="00A44BDC"/>
    <w:rsid w:val="00A44D4A"/>
    <w:rsid w:val="00A44E99"/>
    <w:rsid w:val="00A46E79"/>
    <w:rsid w:val="00A47816"/>
    <w:rsid w:val="00A52186"/>
    <w:rsid w:val="00A52B4E"/>
    <w:rsid w:val="00A548AE"/>
    <w:rsid w:val="00A55223"/>
    <w:rsid w:val="00A568C5"/>
    <w:rsid w:val="00A604DB"/>
    <w:rsid w:val="00A61D72"/>
    <w:rsid w:val="00A6223F"/>
    <w:rsid w:val="00A6292F"/>
    <w:rsid w:val="00A62B1B"/>
    <w:rsid w:val="00A63F48"/>
    <w:rsid w:val="00A646D6"/>
    <w:rsid w:val="00A64AA1"/>
    <w:rsid w:val="00A653B9"/>
    <w:rsid w:val="00A660C5"/>
    <w:rsid w:val="00A673DF"/>
    <w:rsid w:val="00A67E3B"/>
    <w:rsid w:val="00A73A39"/>
    <w:rsid w:val="00A76700"/>
    <w:rsid w:val="00A8038D"/>
    <w:rsid w:val="00A83056"/>
    <w:rsid w:val="00A83DA3"/>
    <w:rsid w:val="00A85369"/>
    <w:rsid w:val="00A860ED"/>
    <w:rsid w:val="00A8664B"/>
    <w:rsid w:val="00A87620"/>
    <w:rsid w:val="00A87740"/>
    <w:rsid w:val="00A87B91"/>
    <w:rsid w:val="00A9118C"/>
    <w:rsid w:val="00A92739"/>
    <w:rsid w:val="00A93180"/>
    <w:rsid w:val="00A931EE"/>
    <w:rsid w:val="00A94182"/>
    <w:rsid w:val="00A94A95"/>
    <w:rsid w:val="00A9762A"/>
    <w:rsid w:val="00A9794A"/>
    <w:rsid w:val="00AA6E72"/>
    <w:rsid w:val="00AB09A8"/>
    <w:rsid w:val="00AB3240"/>
    <w:rsid w:val="00AB3F6B"/>
    <w:rsid w:val="00AB4D6C"/>
    <w:rsid w:val="00AB629A"/>
    <w:rsid w:val="00AB7215"/>
    <w:rsid w:val="00AB769F"/>
    <w:rsid w:val="00AC1787"/>
    <w:rsid w:val="00AC1F3C"/>
    <w:rsid w:val="00AC41B1"/>
    <w:rsid w:val="00AC4559"/>
    <w:rsid w:val="00AC4752"/>
    <w:rsid w:val="00AC5788"/>
    <w:rsid w:val="00AC5C4E"/>
    <w:rsid w:val="00AC651D"/>
    <w:rsid w:val="00AC6531"/>
    <w:rsid w:val="00AC6CC2"/>
    <w:rsid w:val="00AC7238"/>
    <w:rsid w:val="00AC7450"/>
    <w:rsid w:val="00AC7C4F"/>
    <w:rsid w:val="00AC7DBC"/>
    <w:rsid w:val="00AD2B3F"/>
    <w:rsid w:val="00AD2EA7"/>
    <w:rsid w:val="00AD32B8"/>
    <w:rsid w:val="00AD35EB"/>
    <w:rsid w:val="00AD3E19"/>
    <w:rsid w:val="00AD4304"/>
    <w:rsid w:val="00AD4921"/>
    <w:rsid w:val="00AE02A8"/>
    <w:rsid w:val="00AE09F5"/>
    <w:rsid w:val="00AE1AD8"/>
    <w:rsid w:val="00AE1F75"/>
    <w:rsid w:val="00AE2DB8"/>
    <w:rsid w:val="00AE2E73"/>
    <w:rsid w:val="00AE3DC3"/>
    <w:rsid w:val="00AE532F"/>
    <w:rsid w:val="00AE61B0"/>
    <w:rsid w:val="00AE6463"/>
    <w:rsid w:val="00AE719A"/>
    <w:rsid w:val="00AE76FF"/>
    <w:rsid w:val="00AE7EE3"/>
    <w:rsid w:val="00AF1369"/>
    <w:rsid w:val="00AF252A"/>
    <w:rsid w:val="00AF3E09"/>
    <w:rsid w:val="00AF4BD6"/>
    <w:rsid w:val="00AF6828"/>
    <w:rsid w:val="00AF7901"/>
    <w:rsid w:val="00B00940"/>
    <w:rsid w:val="00B041D0"/>
    <w:rsid w:val="00B043E8"/>
    <w:rsid w:val="00B05E05"/>
    <w:rsid w:val="00B067FD"/>
    <w:rsid w:val="00B10243"/>
    <w:rsid w:val="00B11D57"/>
    <w:rsid w:val="00B1206C"/>
    <w:rsid w:val="00B12089"/>
    <w:rsid w:val="00B14C60"/>
    <w:rsid w:val="00B16DF7"/>
    <w:rsid w:val="00B176A4"/>
    <w:rsid w:val="00B21A74"/>
    <w:rsid w:val="00B235F7"/>
    <w:rsid w:val="00B27E06"/>
    <w:rsid w:val="00B30836"/>
    <w:rsid w:val="00B31834"/>
    <w:rsid w:val="00B31DBD"/>
    <w:rsid w:val="00B322AC"/>
    <w:rsid w:val="00B33726"/>
    <w:rsid w:val="00B35804"/>
    <w:rsid w:val="00B4013E"/>
    <w:rsid w:val="00B4049B"/>
    <w:rsid w:val="00B40844"/>
    <w:rsid w:val="00B41911"/>
    <w:rsid w:val="00B419A8"/>
    <w:rsid w:val="00B42C87"/>
    <w:rsid w:val="00B44CE2"/>
    <w:rsid w:val="00B4715C"/>
    <w:rsid w:val="00B50C59"/>
    <w:rsid w:val="00B52CD2"/>
    <w:rsid w:val="00B537E8"/>
    <w:rsid w:val="00B53C2F"/>
    <w:rsid w:val="00B568D1"/>
    <w:rsid w:val="00B569BC"/>
    <w:rsid w:val="00B56C73"/>
    <w:rsid w:val="00B60060"/>
    <w:rsid w:val="00B619B8"/>
    <w:rsid w:val="00B62398"/>
    <w:rsid w:val="00B62F89"/>
    <w:rsid w:val="00B63959"/>
    <w:rsid w:val="00B63F18"/>
    <w:rsid w:val="00B649A6"/>
    <w:rsid w:val="00B66B01"/>
    <w:rsid w:val="00B66BA3"/>
    <w:rsid w:val="00B66E49"/>
    <w:rsid w:val="00B66F1F"/>
    <w:rsid w:val="00B70F5B"/>
    <w:rsid w:val="00B712D5"/>
    <w:rsid w:val="00B7503C"/>
    <w:rsid w:val="00B75E65"/>
    <w:rsid w:val="00B75EF8"/>
    <w:rsid w:val="00B81534"/>
    <w:rsid w:val="00B8541F"/>
    <w:rsid w:val="00B85730"/>
    <w:rsid w:val="00B85965"/>
    <w:rsid w:val="00B86D35"/>
    <w:rsid w:val="00B87C01"/>
    <w:rsid w:val="00B926BA"/>
    <w:rsid w:val="00B92E34"/>
    <w:rsid w:val="00B9414E"/>
    <w:rsid w:val="00B94A8B"/>
    <w:rsid w:val="00B9548A"/>
    <w:rsid w:val="00B966F1"/>
    <w:rsid w:val="00B96EA6"/>
    <w:rsid w:val="00B97CDC"/>
    <w:rsid w:val="00BA0142"/>
    <w:rsid w:val="00BA0C2D"/>
    <w:rsid w:val="00BA28CA"/>
    <w:rsid w:val="00BA3115"/>
    <w:rsid w:val="00BA323A"/>
    <w:rsid w:val="00BA3A8D"/>
    <w:rsid w:val="00BA46ED"/>
    <w:rsid w:val="00BA4BEA"/>
    <w:rsid w:val="00BA5C7A"/>
    <w:rsid w:val="00BA62E7"/>
    <w:rsid w:val="00BA6C23"/>
    <w:rsid w:val="00BA7511"/>
    <w:rsid w:val="00BA7ED8"/>
    <w:rsid w:val="00BB0C87"/>
    <w:rsid w:val="00BB0F51"/>
    <w:rsid w:val="00BB1C9E"/>
    <w:rsid w:val="00BB4107"/>
    <w:rsid w:val="00BB5593"/>
    <w:rsid w:val="00BB6DD9"/>
    <w:rsid w:val="00BC02FA"/>
    <w:rsid w:val="00BC09A2"/>
    <w:rsid w:val="00BC1A62"/>
    <w:rsid w:val="00BC3704"/>
    <w:rsid w:val="00BC3A11"/>
    <w:rsid w:val="00BC4429"/>
    <w:rsid w:val="00BC6909"/>
    <w:rsid w:val="00BC740A"/>
    <w:rsid w:val="00BC7B3A"/>
    <w:rsid w:val="00BC7EB2"/>
    <w:rsid w:val="00BD078E"/>
    <w:rsid w:val="00BD18E1"/>
    <w:rsid w:val="00BD2A91"/>
    <w:rsid w:val="00BD2F7F"/>
    <w:rsid w:val="00BD3273"/>
    <w:rsid w:val="00BD396D"/>
    <w:rsid w:val="00BD3CCF"/>
    <w:rsid w:val="00BD5006"/>
    <w:rsid w:val="00BD6668"/>
    <w:rsid w:val="00BE0CC9"/>
    <w:rsid w:val="00BE1DD4"/>
    <w:rsid w:val="00BE24AE"/>
    <w:rsid w:val="00BE31DA"/>
    <w:rsid w:val="00BE62FB"/>
    <w:rsid w:val="00BE6F80"/>
    <w:rsid w:val="00BE74B7"/>
    <w:rsid w:val="00BE7BC2"/>
    <w:rsid w:val="00BF023F"/>
    <w:rsid w:val="00BF0A36"/>
    <w:rsid w:val="00BF268E"/>
    <w:rsid w:val="00BF2C0F"/>
    <w:rsid w:val="00BF30AF"/>
    <w:rsid w:val="00BF3E90"/>
    <w:rsid w:val="00BF4055"/>
    <w:rsid w:val="00BF40A3"/>
    <w:rsid w:val="00BF4D7C"/>
    <w:rsid w:val="00BF55D3"/>
    <w:rsid w:val="00BF7FCC"/>
    <w:rsid w:val="00C00051"/>
    <w:rsid w:val="00C00FE7"/>
    <w:rsid w:val="00C0114A"/>
    <w:rsid w:val="00C01CBA"/>
    <w:rsid w:val="00C01E74"/>
    <w:rsid w:val="00C0349E"/>
    <w:rsid w:val="00C04B4D"/>
    <w:rsid w:val="00C0784F"/>
    <w:rsid w:val="00C10BBF"/>
    <w:rsid w:val="00C12592"/>
    <w:rsid w:val="00C14DCC"/>
    <w:rsid w:val="00C15BDF"/>
    <w:rsid w:val="00C15CDF"/>
    <w:rsid w:val="00C178F8"/>
    <w:rsid w:val="00C2049C"/>
    <w:rsid w:val="00C20AD2"/>
    <w:rsid w:val="00C20BA3"/>
    <w:rsid w:val="00C215CF"/>
    <w:rsid w:val="00C2210B"/>
    <w:rsid w:val="00C23328"/>
    <w:rsid w:val="00C233C0"/>
    <w:rsid w:val="00C237CB"/>
    <w:rsid w:val="00C23C40"/>
    <w:rsid w:val="00C24F66"/>
    <w:rsid w:val="00C26211"/>
    <w:rsid w:val="00C2649B"/>
    <w:rsid w:val="00C27B07"/>
    <w:rsid w:val="00C3096B"/>
    <w:rsid w:val="00C3122E"/>
    <w:rsid w:val="00C330B6"/>
    <w:rsid w:val="00C33D1F"/>
    <w:rsid w:val="00C3461F"/>
    <w:rsid w:val="00C3556F"/>
    <w:rsid w:val="00C365EF"/>
    <w:rsid w:val="00C36608"/>
    <w:rsid w:val="00C40EE7"/>
    <w:rsid w:val="00C40F35"/>
    <w:rsid w:val="00C4137E"/>
    <w:rsid w:val="00C41698"/>
    <w:rsid w:val="00C41A53"/>
    <w:rsid w:val="00C41FC5"/>
    <w:rsid w:val="00C42450"/>
    <w:rsid w:val="00C42E1B"/>
    <w:rsid w:val="00C431AF"/>
    <w:rsid w:val="00C441CA"/>
    <w:rsid w:val="00C46E6D"/>
    <w:rsid w:val="00C474E9"/>
    <w:rsid w:val="00C47D4E"/>
    <w:rsid w:val="00C52E29"/>
    <w:rsid w:val="00C539B4"/>
    <w:rsid w:val="00C53ADB"/>
    <w:rsid w:val="00C53D81"/>
    <w:rsid w:val="00C54367"/>
    <w:rsid w:val="00C56288"/>
    <w:rsid w:val="00C56B70"/>
    <w:rsid w:val="00C571C1"/>
    <w:rsid w:val="00C57C1D"/>
    <w:rsid w:val="00C57E62"/>
    <w:rsid w:val="00C601D0"/>
    <w:rsid w:val="00C60FFF"/>
    <w:rsid w:val="00C61784"/>
    <w:rsid w:val="00C61D15"/>
    <w:rsid w:val="00C62CBC"/>
    <w:rsid w:val="00C637B9"/>
    <w:rsid w:val="00C63A50"/>
    <w:rsid w:val="00C64D77"/>
    <w:rsid w:val="00C658DB"/>
    <w:rsid w:val="00C67E98"/>
    <w:rsid w:val="00C70DC2"/>
    <w:rsid w:val="00C70F00"/>
    <w:rsid w:val="00C711DD"/>
    <w:rsid w:val="00C71DD3"/>
    <w:rsid w:val="00C71E43"/>
    <w:rsid w:val="00C7221C"/>
    <w:rsid w:val="00C7262B"/>
    <w:rsid w:val="00C72DB6"/>
    <w:rsid w:val="00C736F8"/>
    <w:rsid w:val="00C80B26"/>
    <w:rsid w:val="00C83346"/>
    <w:rsid w:val="00C83963"/>
    <w:rsid w:val="00C84651"/>
    <w:rsid w:val="00C84B02"/>
    <w:rsid w:val="00C8549C"/>
    <w:rsid w:val="00C86E2E"/>
    <w:rsid w:val="00C92EB2"/>
    <w:rsid w:val="00C94F09"/>
    <w:rsid w:val="00CA292F"/>
    <w:rsid w:val="00CA337E"/>
    <w:rsid w:val="00CA3AB7"/>
    <w:rsid w:val="00CA5629"/>
    <w:rsid w:val="00CA583B"/>
    <w:rsid w:val="00CA5F0B"/>
    <w:rsid w:val="00CA7574"/>
    <w:rsid w:val="00CA7BDF"/>
    <w:rsid w:val="00CA7EAB"/>
    <w:rsid w:val="00CB1569"/>
    <w:rsid w:val="00CB3B17"/>
    <w:rsid w:val="00CB4374"/>
    <w:rsid w:val="00CB542F"/>
    <w:rsid w:val="00CB5980"/>
    <w:rsid w:val="00CB5E87"/>
    <w:rsid w:val="00CB6305"/>
    <w:rsid w:val="00CB6CE3"/>
    <w:rsid w:val="00CB7802"/>
    <w:rsid w:val="00CC2AED"/>
    <w:rsid w:val="00CC42FF"/>
    <w:rsid w:val="00CC5F73"/>
    <w:rsid w:val="00CC6324"/>
    <w:rsid w:val="00CC6954"/>
    <w:rsid w:val="00CC6961"/>
    <w:rsid w:val="00CC777E"/>
    <w:rsid w:val="00CD567D"/>
    <w:rsid w:val="00CD5E45"/>
    <w:rsid w:val="00CD6BB5"/>
    <w:rsid w:val="00CD7FB4"/>
    <w:rsid w:val="00CE02CA"/>
    <w:rsid w:val="00CE0AED"/>
    <w:rsid w:val="00CE0D81"/>
    <w:rsid w:val="00CE1474"/>
    <w:rsid w:val="00CE21C1"/>
    <w:rsid w:val="00CE4456"/>
    <w:rsid w:val="00CE4FBC"/>
    <w:rsid w:val="00CE5668"/>
    <w:rsid w:val="00CE6FA7"/>
    <w:rsid w:val="00CF071B"/>
    <w:rsid w:val="00CF2731"/>
    <w:rsid w:val="00CF2B77"/>
    <w:rsid w:val="00CF4303"/>
    <w:rsid w:val="00CF5DB4"/>
    <w:rsid w:val="00CF5F44"/>
    <w:rsid w:val="00CF6033"/>
    <w:rsid w:val="00CF7580"/>
    <w:rsid w:val="00CF7690"/>
    <w:rsid w:val="00CF76B4"/>
    <w:rsid w:val="00CF7B43"/>
    <w:rsid w:val="00D01353"/>
    <w:rsid w:val="00D013C1"/>
    <w:rsid w:val="00D028C8"/>
    <w:rsid w:val="00D03091"/>
    <w:rsid w:val="00D0438F"/>
    <w:rsid w:val="00D055E7"/>
    <w:rsid w:val="00D065D2"/>
    <w:rsid w:val="00D06B3A"/>
    <w:rsid w:val="00D06C69"/>
    <w:rsid w:val="00D07089"/>
    <w:rsid w:val="00D07266"/>
    <w:rsid w:val="00D07375"/>
    <w:rsid w:val="00D10728"/>
    <w:rsid w:val="00D11403"/>
    <w:rsid w:val="00D130F3"/>
    <w:rsid w:val="00D132D8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2B7B"/>
    <w:rsid w:val="00D26A33"/>
    <w:rsid w:val="00D32198"/>
    <w:rsid w:val="00D33C41"/>
    <w:rsid w:val="00D34112"/>
    <w:rsid w:val="00D34267"/>
    <w:rsid w:val="00D3586E"/>
    <w:rsid w:val="00D36494"/>
    <w:rsid w:val="00D36BAA"/>
    <w:rsid w:val="00D36FA5"/>
    <w:rsid w:val="00D40053"/>
    <w:rsid w:val="00D40650"/>
    <w:rsid w:val="00D409B0"/>
    <w:rsid w:val="00D41DCD"/>
    <w:rsid w:val="00D437AC"/>
    <w:rsid w:val="00D44BA2"/>
    <w:rsid w:val="00D455A9"/>
    <w:rsid w:val="00D45797"/>
    <w:rsid w:val="00D478D9"/>
    <w:rsid w:val="00D5149F"/>
    <w:rsid w:val="00D55D39"/>
    <w:rsid w:val="00D615C2"/>
    <w:rsid w:val="00D652B9"/>
    <w:rsid w:val="00D65F6C"/>
    <w:rsid w:val="00D66366"/>
    <w:rsid w:val="00D66BBA"/>
    <w:rsid w:val="00D6787F"/>
    <w:rsid w:val="00D70AF8"/>
    <w:rsid w:val="00D70DDB"/>
    <w:rsid w:val="00D7160A"/>
    <w:rsid w:val="00D72E8C"/>
    <w:rsid w:val="00D73027"/>
    <w:rsid w:val="00D7415E"/>
    <w:rsid w:val="00D74E0E"/>
    <w:rsid w:val="00D751E1"/>
    <w:rsid w:val="00D76C58"/>
    <w:rsid w:val="00D774CA"/>
    <w:rsid w:val="00D80CC8"/>
    <w:rsid w:val="00D80D24"/>
    <w:rsid w:val="00D80E17"/>
    <w:rsid w:val="00D81A80"/>
    <w:rsid w:val="00D82D48"/>
    <w:rsid w:val="00D83570"/>
    <w:rsid w:val="00D85367"/>
    <w:rsid w:val="00D86195"/>
    <w:rsid w:val="00D86368"/>
    <w:rsid w:val="00D86BBD"/>
    <w:rsid w:val="00D90565"/>
    <w:rsid w:val="00D9100C"/>
    <w:rsid w:val="00D9195E"/>
    <w:rsid w:val="00D91EFB"/>
    <w:rsid w:val="00D920B3"/>
    <w:rsid w:val="00D928B9"/>
    <w:rsid w:val="00D92D9D"/>
    <w:rsid w:val="00D952BE"/>
    <w:rsid w:val="00D96B7B"/>
    <w:rsid w:val="00D976F5"/>
    <w:rsid w:val="00DA0DDD"/>
    <w:rsid w:val="00DA13AA"/>
    <w:rsid w:val="00DA2258"/>
    <w:rsid w:val="00DA251E"/>
    <w:rsid w:val="00DA2AD0"/>
    <w:rsid w:val="00DA2FAD"/>
    <w:rsid w:val="00DA304D"/>
    <w:rsid w:val="00DA3102"/>
    <w:rsid w:val="00DA3AD6"/>
    <w:rsid w:val="00DA3E74"/>
    <w:rsid w:val="00DA4929"/>
    <w:rsid w:val="00DA5A63"/>
    <w:rsid w:val="00DA6F02"/>
    <w:rsid w:val="00DB2DC5"/>
    <w:rsid w:val="00DB564D"/>
    <w:rsid w:val="00DB7395"/>
    <w:rsid w:val="00DB7C4E"/>
    <w:rsid w:val="00DC1DA0"/>
    <w:rsid w:val="00DC231A"/>
    <w:rsid w:val="00DC2B3D"/>
    <w:rsid w:val="00DC3989"/>
    <w:rsid w:val="00DC6B76"/>
    <w:rsid w:val="00DC7754"/>
    <w:rsid w:val="00DD0661"/>
    <w:rsid w:val="00DD1DE9"/>
    <w:rsid w:val="00DD1EEF"/>
    <w:rsid w:val="00DD3EAF"/>
    <w:rsid w:val="00DD46F3"/>
    <w:rsid w:val="00DD6949"/>
    <w:rsid w:val="00DD71A0"/>
    <w:rsid w:val="00DD73D2"/>
    <w:rsid w:val="00DD791C"/>
    <w:rsid w:val="00DD7F68"/>
    <w:rsid w:val="00DE065D"/>
    <w:rsid w:val="00DE1AF4"/>
    <w:rsid w:val="00DE2080"/>
    <w:rsid w:val="00DE28E1"/>
    <w:rsid w:val="00DE2EF9"/>
    <w:rsid w:val="00DE38C3"/>
    <w:rsid w:val="00DE3A93"/>
    <w:rsid w:val="00DE52FD"/>
    <w:rsid w:val="00DE532A"/>
    <w:rsid w:val="00DE5B73"/>
    <w:rsid w:val="00DE6745"/>
    <w:rsid w:val="00DE761D"/>
    <w:rsid w:val="00DF0629"/>
    <w:rsid w:val="00DF44DF"/>
    <w:rsid w:val="00DF5F6E"/>
    <w:rsid w:val="00DF678C"/>
    <w:rsid w:val="00DF741F"/>
    <w:rsid w:val="00E01CCF"/>
    <w:rsid w:val="00E023F6"/>
    <w:rsid w:val="00E02910"/>
    <w:rsid w:val="00E03AB2"/>
    <w:rsid w:val="00E03DBB"/>
    <w:rsid w:val="00E047BA"/>
    <w:rsid w:val="00E109B8"/>
    <w:rsid w:val="00E10B29"/>
    <w:rsid w:val="00E12823"/>
    <w:rsid w:val="00E12A30"/>
    <w:rsid w:val="00E12A47"/>
    <w:rsid w:val="00E12D57"/>
    <w:rsid w:val="00E14BC0"/>
    <w:rsid w:val="00E168B8"/>
    <w:rsid w:val="00E17466"/>
    <w:rsid w:val="00E176C2"/>
    <w:rsid w:val="00E17EE3"/>
    <w:rsid w:val="00E20494"/>
    <w:rsid w:val="00E21272"/>
    <w:rsid w:val="00E2159F"/>
    <w:rsid w:val="00E215DC"/>
    <w:rsid w:val="00E24012"/>
    <w:rsid w:val="00E247EA"/>
    <w:rsid w:val="00E255A5"/>
    <w:rsid w:val="00E30B1F"/>
    <w:rsid w:val="00E332C8"/>
    <w:rsid w:val="00E33858"/>
    <w:rsid w:val="00E40F8B"/>
    <w:rsid w:val="00E41706"/>
    <w:rsid w:val="00E428FA"/>
    <w:rsid w:val="00E43A63"/>
    <w:rsid w:val="00E43F7E"/>
    <w:rsid w:val="00E469BC"/>
    <w:rsid w:val="00E46C7C"/>
    <w:rsid w:val="00E47881"/>
    <w:rsid w:val="00E5076C"/>
    <w:rsid w:val="00E5141B"/>
    <w:rsid w:val="00E51BBC"/>
    <w:rsid w:val="00E51DD7"/>
    <w:rsid w:val="00E57A64"/>
    <w:rsid w:val="00E6013B"/>
    <w:rsid w:val="00E61B8B"/>
    <w:rsid w:val="00E62409"/>
    <w:rsid w:val="00E62EA4"/>
    <w:rsid w:val="00E659DD"/>
    <w:rsid w:val="00E674BB"/>
    <w:rsid w:val="00E70582"/>
    <w:rsid w:val="00E72051"/>
    <w:rsid w:val="00E72581"/>
    <w:rsid w:val="00E73397"/>
    <w:rsid w:val="00E742EF"/>
    <w:rsid w:val="00E74567"/>
    <w:rsid w:val="00E75767"/>
    <w:rsid w:val="00E757DE"/>
    <w:rsid w:val="00E76F0E"/>
    <w:rsid w:val="00E775D8"/>
    <w:rsid w:val="00E7782C"/>
    <w:rsid w:val="00E80638"/>
    <w:rsid w:val="00E81FFB"/>
    <w:rsid w:val="00E83153"/>
    <w:rsid w:val="00E843E6"/>
    <w:rsid w:val="00E87466"/>
    <w:rsid w:val="00E87D79"/>
    <w:rsid w:val="00E87EDB"/>
    <w:rsid w:val="00E9056A"/>
    <w:rsid w:val="00E9177C"/>
    <w:rsid w:val="00E93AC6"/>
    <w:rsid w:val="00E93D55"/>
    <w:rsid w:val="00E94F32"/>
    <w:rsid w:val="00E95E81"/>
    <w:rsid w:val="00EA05D6"/>
    <w:rsid w:val="00EA0CDC"/>
    <w:rsid w:val="00EA16DB"/>
    <w:rsid w:val="00EA1C2D"/>
    <w:rsid w:val="00EA2846"/>
    <w:rsid w:val="00EA44B1"/>
    <w:rsid w:val="00EA5DD9"/>
    <w:rsid w:val="00EA6C11"/>
    <w:rsid w:val="00EB3FE0"/>
    <w:rsid w:val="00EB41A8"/>
    <w:rsid w:val="00EB4350"/>
    <w:rsid w:val="00EC1423"/>
    <w:rsid w:val="00EC1D68"/>
    <w:rsid w:val="00EC3127"/>
    <w:rsid w:val="00EC5E8D"/>
    <w:rsid w:val="00EC69AA"/>
    <w:rsid w:val="00EC7EF6"/>
    <w:rsid w:val="00ED00E2"/>
    <w:rsid w:val="00ED1051"/>
    <w:rsid w:val="00ED19CC"/>
    <w:rsid w:val="00ED6CB7"/>
    <w:rsid w:val="00ED7142"/>
    <w:rsid w:val="00ED7A83"/>
    <w:rsid w:val="00ED7D12"/>
    <w:rsid w:val="00ED7FEA"/>
    <w:rsid w:val="00EE03E9"/>
    <w:rsid w:val="00EE0607"/>
    <w:rsid w:val="00EE0923"/>
    <w:rsid w:val="00EE2CA9"/>
    <w:rsid w:val="00EE2D8B"/>
    <w:rsid w:val="00EE3238"/>
    <w:rsid w:val="00EE514F"/>
    <w:rsid w:val="00EE63F8"/>
    <w:rsid w:val="00EE6902"/>
    <w:rsid w:val="00EE691D"/>
    <w:rsid w:val="00EE7313"/>
    <w:rsid w:val="00EF0046"/>
    <w:rsid w:val="00EF161A"/>
    <w:rsid w:val="00EF189B"/>
    <w:rsid w:val="00EF1971"/>
    <w:rsid w:val="00EF1999"/>
    <w:rsid w:val="00EF24F9"/>
    <w:rsid w:val="00EF33D9"/>
    <w:rsid w:val="00EF4F5B"/>
    <w:rsid w:val="00EF5548"/>
    <w:rsid w:val="00EF7232"/>
    <w:rsid w:val="00F0090D"/>
    <w:rsid w:val="00F00D4D"/>
    <w:rsid w:val="00F01550"/>
    <w:rsid w:val="00F015CC"/>
    <w:rsid w:val="00F01C8B"/>
    <w:rsid w:val="00F030FC"/>
    <w:rsid w:val="00F0486D"/>
    <w:rsid w:val="00F071FF"/>
    <w:rsid w:val="00F10EBA"/>
    <w:rsid w:val="00F1129B"/>
    <w:rsid w:val="00F11CA6"/>
    <w:rsid w:val="00F11DE8"/>
    <w:rsid w:val="00F13B1F"/>
    <w:rsid w:val="00F149BB"/>
    <w:rsid w:val="00F157F7"/>
    <w:rsid w:val="00F174E6"/>
    <w:rsid w:val="00F176A1"/>
    <w:rsid w:val="00F20CF7"/>
    <w:rsid w:val="00F21F11"/>
    <w:rsid w:val="00F259C4"/>
    <w:rsid w:val="00F262E2"/>
    <w:rsid w:val="00F328D2"/>
    <w:rsid w:val="00F3484D"/>
    <w:rsid w:val="00F34CA7"/>
    <w:rsid w:val="00F3580D"/>
    <w:rsid w:val="00F37597"/>
    <w:rsid w:val="00F401C2"/>
    <w:rsid w:val="00F408DB"/>
    <w:rsid w:val="00F40C97"/>
    <w:rsid w:val="00F41528"/>
    <w:rsid w:val="00F42245"/>
    <w:rsid w:val="00F42656"/>
    <w:rsid w:val="00F42723"/>
    <w:rsid w:val="00F432B5"/>
    <w:rsid w:val="00F43E6C"/>
    <w:rsid w:val="00F44E34"/>
    <w:rsid w:val="00F45CA6"/>
    <w:rsid w:val="00F50384"/>
    <w:rsid w:val="00F506F3"/>
    <w:rsid w:val="00F50723"/>
    <w:rsid w:val="00F51B5F"/>
    <w:rsid w:val="00F51E74"/>
    <w:rsid w:val="00F5216A"/>
    <w:rsid w:val="00F52FED"/>
    <w:rsid w:val="00F54019"/>
    <w:rsid w:val="00F549DF"/>
    <w:rsid w:val="00F5587C"/>
    <w:rsid w:val="00F55A6D"/>
    <w:rsid w:val="00F55B79"/>
    <w:rsid w:val="00F602DE"/>
    <w:rsid w:val="00F6034F"/>
    <w:rsid w:val="00F6039B"/>
    <w:rsid w:val="00F607EE"/>
    <w:rsid w:val="00F617EC"/>
    <w:rsid w:val="00F61C4B"/>
    <w:rsid w:val="00F623DE"/>
    <w:rsid w:val="00F66613"/>
    <w:rsid w:val="00F66C1A"/>
    <w:rsid w:val="00F6781C"/>
    <w:rsid w:val="00F70918"/>
    <w:rsid w:val="00F71387"/>
    <w:rsid w:val="00F7217C"/>
    <w:rsid w:val="00F7341C"/>
    <w:rsid w:val="00F76456"/>
    <w:rsid w:val="00F8123A"/>
    <w:rsid w:val="00F821A9"/>
    <w:rsid w:val="00F83498"/>
    <w:rsid w:val="00F843AA"/>
    <w:rsid w:val="00F868A3"/>
    <w:rsid w:val="00F86FE7"/>
    <w:rsid w:val="00F871C0"/>
    <w:rsid w:val="00F876B8"/>
    <w:rsid w:val="00F87EBD"/>
    <w:rsid w:val="00F91C76"/>
    <w:rsid w:val="00F937D8"/>
    <w:rsid w:val="00F93BA3"/>
    <w:rsid w:val="00F942A1"/>
    <w:rsid w:val="00F948F5"/>
    <w:rsid w:val="00F95DC2"/>
    <w:rsid w:val="00F9645B"/>
    <w:rsid w:val="00F9773D"/>
    <w:rsid w:val="00FA02E6"/>
    <w:rsid w:val="00FA1F9F"/>
    <w:rsid w:val="00FA20D1"/>
    <w:rsid w:val="00FA55A3"/>
    <w:rsid w:val="00FA7AA9"/>
    <w:rsid w:val="00FA7CCA"/>
    <w:rsid w:val="00FB002F"/>
    <w:rsid w:val="00FB057E"/>
    <w:rsid w:val="00FB0EDD"/>
    <w:rsid w:val="00FB18B0"/>
    <w:rsid w:val="00FB1CB3"/>
    <w:rsid w:val="00FB56AC"/>
    <w:rsid w:val="00FB58DA"/>
    <w:rsid w:val="00FB5DE8"/>
    <w:rsid w:val="00FB6238"/>
    <w:rsid w:val="00FB6E13"/>
    <w:rsid w:val="00FB71DF"/>
    <w:rsid w:val="00FB7DA6"/>
    <w:rsid w:val="00FC0090"/>
    <w:rsid w:val="00FC013E"/>
    <w:rsid w:val="00FC12A5"/>
    <w:rsid w:val="00FC18EE"/>
    <w:rsid w:val="00FC2100"/>
    <w:rsid w:val="00FC37C0"/>
    <w:rsid w:val="00FC4663"/>
    <w:rsid w:val="00FC67F1"/>
    <w:rsid w:val="00FC7479"/>
    <w:rsid w:val="00FC7C27"/>
    <w:rsid w:val="00FC7E24"/>
    <w:rsid w:val="00FD0036"/>
    <w:rsid w:val="00FD0E36"/>
    <w:rsid w:val="00FD1033"/>
    <w:rsid w:val="00FD190D"/>
    <w:rsid w:val="00FD22C5"/>
    <w:rsid w:val="00FD2576"/>
    <w:rsid w:val="00FD344B"/>
    <w:rsid w:val="00FD348F"/>
    <w:rsid w:val="00FD3CD2"/>
    <w:rsid w:val="00FD6010"/>
    <w:rsid w:val="00FD65C3"/>
    <w:rsid w:val="00FE05B2"/>
    <w:rsid w:val="00FE0D39"/>
    <w:rsid w:val="00FE37DF"/>
    <w:rsid w:val="00FE3EF5"/>
    <w:rsid w:val="00FE4538"/>
    <w:rsid w:val="00FE460F"/>
    <w:rsid w:val="00FE601A"/>
    <w:rsid w:val="00FE79ED"/>
    <w:rsid w:val="00FF0C04"/>
    <w:rsid w:val="00FF11A6"/>
    <w:rsid w:val="00FF127C"/>
    <w:rsid w:val="00FF162C"/>
    <w:rsid w:val="00FF1C12"/>
    <w:rsid w:val="00FF39C4"/>
    <w:rsid w:val="00FF3E6B"/>
    <w:rsid w:val="00FF444D"/>
    <w:rsid w:val="00FF4887"/>
    <w:rsid w:val="00FF5EB3"/>
    <w:rsid w:val="00FF6626"/>
    <w:rsid w:val="00FF6D60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A0D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BodyText">
    <w:name w:val="Body Text"/>
    <w:basedOn w:val="Normal"/>
    <w:link w:val="BodyTextChar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rsid w:val="00453486"/>
    <w:rPr>
      <w:sz w:val="24"/>
      <w:szCs w:val="24"/>
      <w:lang w:eastAsia="en-US"/>
    </w:rPr>
  </w:style>
  <w:style w:type="character" w:customStyle="1" w:styleId="xbe">
    <w:name w:val="_xbe"/>
    <w:basedOn w:val="DefaultParagraphFont"/>
    <w:rsid w:val="00C57C1D"/>
  </w:style>
  <w:style w:type="paragraph" w:styleId="NormalWeb">
    <w:name w:val="Normal (Web)"/>
    <w:basedOn w:val="Normal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Strong">
    <w:name w:val="Strong"/>
    <w:basedOn w:val="DefaultParagraphFont"/>
    <w:uiPriority w:val="22"/>
    <w:qFormat/>
    <w:rsid w:val="00C57C1D"/>
    <w:rPr>
      <w:b/>
      <w:bCs/>
    </w:rPr>
  </w:style>
  <w:style w:type="paragraph" w:customStyle="1" w:styleId="mail">
    <w:name w:val="mail"/>
    <w:basedOn w:val="Normal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DefaultParagraph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DefaultParagraphFont"/>
    <w:rsid w:val="00ED7142"/>
  </w:style>
  <w:style w:type="character" w:customStyle="1" w:styleId="notbold">
    <w:name w:val="notbold"/>
    <w:basedOn w:val="DefaultParagraphFont"/>
    <w:rsid w:val="007A56A4"/>
  </w:style>
  <w:style w:type="character" w:customStyle="1" w:styleId="separator2">
    <w:name w:val="separator2"/>
    <w:basedOn w:val="DefaultParagraphFont"/>
    <w:rsid w:val="00246B4A"/>
  </w:style>
  <w:style w:type="character" w:styleId="Emphasis">
    <w:name w:val="Emphasis"/>
    <w:basedOn w:val="DefaultParagraph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DefaultParagraphFont"/>
    <w:rsid w:val="00C0114A"/>
  </w:style>
  <w:style w:type="character" w:styleId="FollowedHyperlink">
    <w:name w:val="FollowedHyperlink"/>
    <w:basedOn w:val="DefaultParagraph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l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istParagraph">
    <w:name w:val="List Paragraph"/>
    <w:basedOn w:val="Normal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DefaultParagraphFont"/>
    <w:rsid w:val="007D58D6"/>
  </w:style>
  <w:style w:type="paragraph" w:styleId="NoSpacing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DefaultParagraphFont"/>
    <w:rsid w:val="00542C33"/>
  </w:style>
  <w:style w:type="character" w:customStyle="1" w:styleId="Lahendamatamainimine3">
    <w:name w:val="Lahendamata mainimine3"/>
    <w:basedOn w:val="DefaultParagraph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DefaultParagraph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DefaultParagraph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DefaultParagraphFont"/>
    <w:rsid w:val="00A62B1B"/>
  </w:style>
  <w:style w:type="character" w:customStyle="1" w:styleId="apple-converted-space">
    <w:name w:val="apple-converted-space"/>
    <w:basedOn w:val="DefaultParagraphFont"/>
    <w:rsid w:val="00677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i-ann.sinimaa@fin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57e5a0-e462-45a7-9948-015e0970fd38" xsi:nil="true"/>
    <lcf76f155ced4ddcb4097134ff3c332f xmlns="8a6dd8de-3e7e-4b0e-9691-c4b974d83a8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10D72D69F77648919FEF13428F5FFB" ma:contentTypeVersion="18" ma:contentTypeDescription="Create a new document." ma:contentTypeScope="" ma:versionID="d3ec637d2697ff0e05619a2d9a774da3">
  <xsd:schema xmlns:xsd="http://www.w3.org/2001/XMLSchema" xmlns:xs="http://www.w3.org/2001/XMLSchema" xmlns:p="http://schemas.microsoft.com/office/2006/metadata/properties" xmlns:ns2="8a6dd8de-3e7e-4b0e-9691-c4b974d83a82" xmlns:ns3="9257e5a0-e462-45a7-9948-015e0970fd38" targetNamespace="http://schemas.microsoft.com/office/2006/metadata/properties" ma:root="true" ma:fieldsID="4819dc0888c335c29bf7383dbc17e3b0" ns2:_="" ns3:_="">
    <xsd:import namespace="8a6dd8de-3e7e-4b0e-9691-c4b974d83a82"/>
    <xsd:import namespace="9257e5a0-e462-45a7-9948-015e0970f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dd8de-3e7e-4b0e-9691-c4b974d83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2e50f65-2dee-4757-8ac4-4af585c9e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7e5a0-e462-45a7-9948-015e0970f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95f737d-8fe5-4bdf-8f38-08c22044a96e}" ma:internalName="TaxCatchAll" ma:showField="CatchAllData" ma:web="9257e5a0-e462-45a7-9948-015e0970f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4F8B91-62A4-4F48-AC7F-6943E64F59AC}">
  <ds:schemaRefs>
    <ds:schemaRef ds:uri="http://schemas.microsoft.com/office/2006/metadata/properties"/>
    <ds:schemaRef ds:uri="http://schemas.microsoft.com/office/infopath/2007/PartnerControls"/>
    <ds:schemaRef ds:uri="9257e5a0-e462-45a7-9948-015e0970fd38"/>
    <ds:schemaRef ds:uri="8a6dd8de-3e7e-4b0e-9691-c4b974d83a82"/>
  </ds:schemaRefs>
</ds:datastoreItem>
</file>

<file path=customXml/itemProps2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FF6692-7499-4213-B590-69039289CB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6dd8de-3e7e-4b0e-9691-c4b974d83a82"/>
    <ds:schemaRef ds:uri="9257e5a0-e462-45a7-9948-015e0970f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9AC035-4E43-4DEA-A187-B7B3AF6BD1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D:\Users\GertU\Desktop\Uued veebi\kirjaplank.dotx</Template>
  <TotalTime>3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Madis Lepp</cp:lastModifiedBy>
  <cp:revision>3</cp:revision>
  <cp:lastPrinted>2022-12-05T10:58:00Z</cp:lastPrinted>
  <dcterms:created xsi:type="dcterms:W3CDTF">2025-12-18T14:26:00Z</dcterms:created>
  <dcterms:modified xsi:type="dcterms:W3CDTF">2025-12-18T14:29:00Z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2025-03-14T06:35:54Z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a4bea534-b77f-42d7-9003-de6f7ce41bd4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0x0101005910D72D69F77648919FEF13428F5FFB</vt:lpwstr>
  </property>
  <property fmtid="{D5CDD505-2E9C-101B-9397-08002B2CF9AE}" pid="11" name="MediaServiceImageTags">
    <vt:lpwstr/>
  </property>
</Properties>
</file>